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825" w:rsidRPr="00E82F9A" w:rsidRDefault="00F94825" w:rsidP="00A460E0">
      <w:pPr>
        <w:pStyle w:val="PargrafodaLista"/>
        <w:ind w:left="0"/>
        <w:jc w:val="center"/>
        <w:rPr>
          <w:rFonts w:ascii="Times New Roman" w:hAnsi="Times New Roman"/>
          <w:b/>
          <w:sz w:val="22"/>
        </w:rPr>
      </w:pPr>
      <w:bookmarkStart w:id="0" w:name="_GoBack"/>
      <w:bookmarkEnd w:id="0"/>
      <w:r w:rsidRPr="00E82F9A">
        <w:rPr>
          <w:rFonts w:ascii="Times New Roman" w:hAnsi="Times New Roman"/>
          <w:b/>
          <w:sz w:val="22"/>
        </w:rPr>
        <w:t>PROTOCOLO DE COOPERAÇÃO</w:t>
      </w:r>
    </w:p>
    <w:p w:rsidR="00F94825" w:rsidRPr="00E82F9A" w:rsidRDefault="00F94825" w:rsidP="00A460E0">
      <w:pPr>
        <w:pStyle w:val="PargrafodaLista"/>
        <w:ind w:left="0"/>
        <w:jc w:val="center"/>
        <w:rPr>
          <w:rFonts w:ascii="Times New Roman" w:hAnsi="Times New Roman"/>
          <w:b/>
          <w:sz w:val="22"/>
        </w:rPr>
      </w:pPr>
      <w:r w:rsidRPr="00E82F9A">
        <w:rPr>
          <w:rFonts w:ascii="Times New Roman" w:hAnsi="Times New Roman"/>
          <w:b/>
          <w:sz w:val="22"/>
        </w:rPr>
        <w:t>MUNICÍPIO DE BOTICAS - UNIVERSIDADE DO MINHO</w:t>
      </w:r>
    </w:p>
    <w:p w:rsidR="00F94825" w:rsidRPr="00E82F9A" w:rsidRDefault="00F94825" w:rsidP="00A460E0">
      <w:pPr>
        <w:pStyle w:val="PargrafodaLista"/>
        <w:ind w:left="0"/>
        <w:jc w:val="center"/>
        <w:rPr>
          <w:rFonts w:ascii="Times New Roman" w:hAnsi="Times New Roman"/>
          <w:sz w:val="22"/>
        </w:rPr>
      </w:pPr>
    </w:p>
    <w:p w:rsidR="00F94825" w:rsidRPr="00E82F9A" w:rsidRDefault="00F94825" w:rsidP="00A460E0">
      <w:pPr>
        <w:pStyle w:val="PargrafodaLista"/>
        <w:ind w:left="0"/>
        <w:jc w:val="center"/>
        <w:rPr>
          <w:rFonts w:ascii="Times New Roman" w:hAnsi="Times New Roman"/>
          <w:b/>
          <w:sz w:val="22"/>
        </w:rPr>
      </w:pPr>
      <w:r w:rsidRPr="00E82F9A">
        <w:rPr>
          <w:rFonts w:ascii="Times New Roman" w:hAnsi="Times New Roman"/>
          <w:b/>
          <w:sz w:val="22"/>
        </w:rPr>
        <w:t>ADENDA</w:t>
      </w:r>
    </w:p>
    <w:p w:rsidR="00F94825" w:rsidRPr="00E82F9A" w:rsidRDefault="00F94825" w:rsidP="00A460E0">
      <w:pPr>
        <w:pStyle w:val="PargrafodaLista"/>
        <w:ind w:left="0"/>
        <w:jc w:val="center"/>
        <w:rPr>
          <w:rFonts w:ascii="Times New Roman" w:hAnsi="Times New Roman"/>
          <w:sz w:val="22"/>
        </w:rPr>
      </w:pPr>
      <w:r w:rsidRPr="00E82F9A">
        <w:rPr>
          <w:rFonts w:ascii="Times New Roman" w:hAnsi="Times New Roman"/>
          <w:sz w:val="22"/>
        </w:rPr>
        <w:t>BOLSAS DE INVESTIGAÇÃO</w:t>
      </w:r>
    </w:p>
    <w:p w:rsidR="00F94825" w:rsidRPr="00F94825" w:rsidRDefault="00F94825" w:rsidP="00A460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4825" w:rsidRPr="00F94825" w:rsidRDefault="00F94825" w:rsidP="00A460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94825" w:rsidRPr="00F94825" w:rsidRDefault="00F94825" w:rsidP="00A460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94825">
        <w:rPr>
          <w:rFonts w:ascii="Times New Roman" w:eastAsia="Times New Roman" w:hAnsi="Times New Roman" w:cs="Times New Roman"/>
          <w:b/>
          <w:bCs/>
          <w:sz w:val="18"/>
          <w:szCs w:val="18"/>
        </w:rPr>
        <w:t>FORMULÁRIO DE CANDIDATURA</w:t>
      </w:r>
    </w:p>
    <w:p w:rsidR="00F94825" w:rsidRPr="00F94825" w:rsidRDefault="00F94825" w:rsidP="00A460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94825" w:rsidRDefault="00F94825" w:rsidP="00A460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4825">
        <w:rPr>
          <w:rFonts w:ascii="Times New Roman" w:eastAsia="Times New Roman" w:hAnsi="Times New Roman" w:cs="Times New Roman"/>
          <w:b/>
          <w:bCs/>
          <w:sz w:val="24"/>
          <w:szCs w:val="24"/>
        </w:rPr>
        <w:t>2013</w:t>
      </w:r>
    </w:p>
    <w:p w:rsidR="009F6D5F" w:rsidRDefault="009F6D5F" w:rsidP="00A460E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460E0" w:rsidRPr="00F94825" w:rsidRDefault="00F81B8C" w:rsidP="00A460E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0015934" wp14:editId="4EC7CBF3">
                <wp:simplePos x="0" y="0"/>
                <wp:positionH relativeFrom="column">
                  <wp:posOffset>-32385</wp:posOffset>
                </wp:positionH>
                <wp:positionV relativeFrom="paragraph">
                  <wp:posOffset>151765</wp:posOffset>
                </wp:positionV>
                <wp:extent cx="4219575" cy="647700"/>
                <wp:effectExtent l="0" t="0" r="28575" b="19050"/>
                <wp:wrapNone/>
                <wp:docPr id="2" name="Rec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9575" cy="6477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ângulo 2" o:spid="_x0000_s1026" style="position:absolute;margin-left:-2.55pt;margin-top:11.95pt;width:332.25pt;height:51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" fillcolor="#e5b8b7 [1301]" strokecolor="#e5b8b7 [1301]" strokeweight="2pt"/>
            </w:pict>
          </mc:Fallback>
        </mc:AlternateContent>
      </w:r>
    </w:p>
    <w:p w:rsidR="00F94825" w:rsidRPr="00B6332F" w:rsidRDefault="00F94825" w:rsidP="00F94825">
      <w:pPr>
        <w:spacing w:after="0" w:line="240" w:lineRule="auto"/>
        <w:rPr>
          <w:rFonts w:ascii="Times New Roman" w:eastAsia="Times New Roman" w:hAnsi="Times New Roman" w:cs="Times New Roman"/>
          <w:color w:val="943634" w:themeColor="accent2" w:themeShade="BF"/>
          <w:sz w:val="20"/>
          <w:szCs w:val="20"/>
        </w:rPr>
      </w:pPr>
      <w:r w:rsidRPr="00B6332F">
        <w:rPr>
          <w:rFonts w:ascii="Times New Roman" w:eastAsia="Times New Roman" w:hAnsi="Times New Roman" w:cs="Times New Roman"/>
          <w:bCs/>
          <w:color w:val="943634" w:themeColor="accent2" w:themeShade="BF"/>
          <w:sz w:val="20"/>
          <w:szCs w:val="20"/>
        </w:rPr>
        <w:t>Aviso</w:t>
      </w:r>
    </w:p>
    <w:p w:rsidR="00F94825" w:rsidRPr="00B6332F" w:rsidRDefault="00F94825" w:rsidP="00F94825">
      <w:pPr>
        <w:spacing w:after="0" w:line="240" w:lineRule="auto"/>
        <w:rPr>
          <w:rFonts w:ascii="Times New Roman" w:eastAsia="Times New Roman" w:hAnsi="Times New Roman" w:cs="Times New Roman"/>
          <w:b/>
          <w:color w:val="943634" w:themeColor="accent2" w:themeShade="BF"/>
          <w:sz w:val="20"/>
          <w:szCs w:val="20"/>
        </w:rPr>
      </w:pPr>
      <w:r w:rsidRPr="00B6332F">
        <w:rPr>
          <w:rFonts w:ascii="Times New Roman" w:eastAsia="Times New Roman" w:hAnsi="Times New Roman" w:cs="Times New Roman"/>
          <w:b/>
          <w:color w:val="943634" w:themeColor="accent2" w:themeShade="BF"/>
          <w:sz w:val="20"/>
          <w:szCs w:val="20"/>
        </w:rPr>
        <w:t xml:space="preserve">- Antes de preencher o formulário leia atentamente o </w:t>
      </w:r>
      <w:r w:rsidR="00E63E5C">
        <w:rPr>
          <w:rFonts w:ascii="Times New Roman" w:eastAsia="Times New Roman" w:hAnsi="Times New Roman" w:cs="Times New Roman"/>
          <w:b/>
          <w:color w:val="943634" w:themeColor="accent2" w:themeShade="BF"/>
          <w:sz w:val="20"/>
          <w:szCs w:val="20"/>
        </w:rPr>
        <w:t xml:space="preserve">Edital e o </w:t>
      </w:r>
      <w:r w:rsidRPr="00B6332F">
        <w:rPr>
          <w:rFonts w:ascii="Times New Roman" w:eastAsia="Times New Roman" w:hAnsi="Times New Roman" w:cs="Times New Roman"/>
          <w:b/>
          <w:color w:val="943634" w:themeColor="accent2" w:themeShade="BF"/>
          <w:sz w:val="20"/>
          <w:szCs w:val="20"/>
        </w:rPr>
        <w:t>Regulamento</w:t>
      </w:r>
    </w:p>
    <w:p w:rsidR="00F94825" w:rsidRPr="00B6332F" w:rsidRDefault="00F94825" w:rsidP="00F94825">
      <w:pPr>
        <w:spacing w:after="0" w:line="240" w:lineRule="auto"/>
        <w:rPr>
          <w:rFonts w:ascii="Times New Roman" w:eastAsia="Times New Roman" w:hAnsi="Times New Roman" w:cs="Times New Roman"/>
          <w:b/>
          <w:color w:val="943634" w:themeColor="accent2" w:themeShade="BF"/>
          <w:sz w:val="20"/>
          <w:szCs w:val="20"/>
        </w:rPr>
      </w:pPr>
      <w:r w:rsidRPr="00B6332F">
        <w:rPr>
          <w:rFonts w:ascii="Times New Roman" w:eastAsia="Times New Roman" w:hAnsi="Times New Roman" w:cs="Times New Roman"/>
          <w:b/>
          <w:color w:val="943634" w:themeColor="accent2" w:themeShade="BF"/>
          <w:sz w:val="20"/>
          <w:szCs w:val="20"/>
        </w:rPr>
        <w:t>- Evite submeter a candidatura nos últimos dias.</w:t>
      </w:r>
    </w:p>
    <w:p w:rsidR="00F94825" w:rsidRPr="00B6332F" w:rsidRDefault="00F94825" w:rsidP="00F94825">
      <w:pPr>
        <w:rPr>
          <w:rFonts w:ascii="Times New Roman" w:hAnsi="Times New Roman" w:cs="Times New Roman"/>
          <w:b/>
          <w:color w:val="943634" w:themeColor="accent2" w:themeShade="BF"/>
        </w:rPr>
      </w:pPr>
      <w:r w:rsidRPr="00B6332F">
        <w:rPr>
          <w:rFonts w:ascii="Times New Roman" w:eastAsia="Times New Roman" w:hAnsi="Times New Roman" w:cs="Times New Roman"/>
          <w:b/>
          <w:color w:val="943634" w:themeColor="accent2" w:themeShade="BF"/>
          <w:sz w:val="20"/>
          <w:szCs w:val="20"/>
        </w:rPr>
        <w:t>- Não serão consideradas candidaturas fora de prazo.</w:t>
      </w:r>
    </w:p>
    <w:p w:rsidR="00F94825" w:rsidRDefault="00F94825" w:rsidP="00F94825">
      <w:pPr>
        <w:spacing w:after="0" w:line="240" w:lineRule="auto"/>
        <w:rPr>
          <w:rFonts w:ascii="Times New Roman" w:hAnsi="Times New Roman" w:cs="Times New Roman"/>
        </w:rPr>
      </w:pPr>
    </w:p>
    <w:p w:rsidR="009F6D5F" w:rsidRPr="00F94825" w:rsidRDefault="009F6D5F" w:rsidP="00F94825">
      <w:pPr>
        <w:spacing w:after="0" w:line="240" w:lineRule="auto"/>
        <w:rPr>
          <w:rFonts w:ascii="Times New Roman" w:hAnsi="Times New Roman" w:cs="Times New Roman"/>
        </w:rPr>
      </w:pPr>
    </w:p>
    <w:p w:rsidR="00F94825" w:rsidRPr="00391111" w:rsidRDefault="00F94825" w:rsidP="00F948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A. IDENTIFICAÇÃO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DO</w:t>
      </w:r>
      <w:r w:rsidR="009F6D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(A</w:t>
      </w:r>
      <w:proofErr w:type="gramEnd"/>
      <w:r w:rsidR="009F6D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CANDIDATO</w:t>
      </w:r>
      <w:r w:rsidR="009F6D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(A)</w:t>
      </w:r>
    </w:p>
    <w:p w:rsidR="00F94825" w:rsidRDefault="00F94825" w:rsidP="00F94825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0"/>
          <w:szCs w:val="20"/>
        </w:rPr>
      </w:pPr>
    </w:p>
    <w:p w:rsidR="00267940" w:rsidRPr="00267940" w:rsidRDefault="00267940" w:rsidP="00267940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Nome:</w:t>
      </w:r>
    </w:p>
    <w:sdt>
      <w:sdtPr>
        <w:rPr>
          <w:rFonts w:ascii="Times New Roman" w:hAnsi="Times New Roman" w:cs="Times New Roman"/>
          <w:sz w:val="24"/>
          <w:szCs w:val="24"/>
          <w:highlight w:val="lightGray"/>
        </w:rPr>
        <w:id w:val="-234703528"/>
        <w:placeholder>
          <w:docPart w:val="22E2615730B9458688D57B57AB784027"/>
        </w:placeholder>
        <w:showingPlcHdr/>
      </w:sdtPr>
      <w:sdtEndPr/>
      <w:sdtContent>
        <w:p w:rsidR="00F94825" w:rsidRDefault="00A460E0" w:rsidP="00267940">
          <w:pPr>
            <w:spacing w:after="0" w:line="240" w:lineRule="auto"/>
            <w:ind w:firstLine="284"/>
            <w:rPr>
              <w:rFonts w:ascii="Times New Roman" w:hAnsi="Times New Roman" w:cs="Times New Roman"/>
              <w:sz w:val="24"/>
              <w:szCs w:val="24"/>
            </w:rPr>
          </w:pPr>
          <w:r w:rsidRPr="00A460E0">
            <w:rPr>
              <w:rStyle w:val="TextodoMarcadordePosio"/>
              <w:highlight w:val="lightGray"/>
            </w:rPr>
            <w:t>Clique aqui para introduzir texto.</w:t>
          </w:r>
        </w:p>
      </w:sdtContent>
    </w:sdt>
    <w:p w:rsidR="00F94825" w:rsidRPr="00267940" w:rsidRDefault="00F94825" w:rsidP="00267940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 w:rsidRPr="00267940">
        <w:rPr>
          <w:rFonts w:ascii="Times New Roman" w:hAnsi="Times New Roman" w:cs="Times New Roman"/>
          <w:sz w:val="20"/>
          <w:szCs w:val="20"/>
        </w:rPr>
        <w:t>Morada:</w:t>
      </w:r>
      <w:r w:rsidR="00267940" w:rsidRPr="00267940">
        <w:rPr>
          <w:rFonts w:ascii="Times New Roman" w:hAnsi="Times New Roman" w:cs="Times New Roman"/>
          <w:sz w:val="20"/>
          <w:szCs w:val="20"/>
        </w:rPr>
        <w:tab/>
      </w:r>
    </w:p>
    <w:p w:rsidR="00F94825" w:rsidRDefault="0039669D" w:rsidP="00267940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  <w:highlight w:val="lightGray"/>
          </w:rPr>
          <w:id w:val="-2042810273"/>
          <w:placeholder>
            <w:docPart w:val="B1012EF4B6614B1FBA412598C71773A9"/>
          </w:placeholder>
          <w:showingPlcHdr/>
        </w:sdtPr>
        <w:sdtEndPr/>
        <w:sdtContent>
          <w:r w:rsidR="00A460E0" w:rsidRPr="00A460E0">
            <w:rPr>
              <w:rStyle w:val="TextodoMarcadordePosio"/>
              <w:highlight w:val="lightGray"/>
            </w:rPr>
            <w:t>Clique aqui para introduzir texto.</w:t>
          </w:r>
        </w:sdtContent>
      </w:sdt>
      <w:r w:rsidR="00F94825">
        <w:rPr>
          <w:rFonts w:ascii="Times New Roman" w:hAnsi="Times New Roman" w:cs="Times New Roman"/>
          <w:sz w:val="24"/>
          <w:szCs w:val="24"/>
        </w:rPr>
        <w:tab/>
      </w:r>
    </w:p>
    <w:p w:rsidR="00F94825" w:rsidRPr="00267940" w:rsidRDefault="00FB6DD7" w:rsidP="00267940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 w:rsidRPr="00267940">
        <w:rPr>
          <w:rFonts w:ascii="Times New Roman" w:hAnsi="Times New Roman" w:cs="Times New Roman"/>
          <w:sz w:val="20"/>
          <w:szCs w:val="20"/>
        </w:rPr>
        <w:t>C.</w:t>
      </w:r>
      <w:proofErr w:type="gramStart"/>
      <w:r w:rsidRPr="00267940">
        <w:rPr>
          <w:rFonts w:ascii="Times New Roman" w:hAnsi="Times New Roman" w:cs="Times New Roman"/>
          <w:sz w:val="20"/>
          <w:szCs w:val="20"/>
        </w:rPr>
        <w:t>P.:</w:t>
      </w:r>
      <w:proofErr w:type="gramEnd"/>
    </w:p>
    <w:p w:rsidR="00F94825" w:rsidRPr="00A460E0" w:rsidRDefault="0039669D" w:rsidP="00267940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  <w:highlight w:val="lightGray"/>
          </w:rPr>
          <w:id w:val="-1423636719"/>
          <w:placeholder>
            <w:docPart w:val="B7AAAD65A6B64F5B8D9E94DA6EDF4B76"/>
          </w:placeholder>
          <w:showingPlcHdr/>
        </w:sdtPr>
        <w:sdtEndPr/>
        <w:sdtContent>
          <w:r w:rsidR="00A460E0" w:rsidRPr="00A460E0">
            <w:rPr>
              <w:rStyle w:val="TextodoMarcadordePosio"/>
              <w:highlight w:val="lightGray"/>
            </w:rPr>
            <w:t>Clique aqui para introduzir texto.</w:t>
          </w:r>
        </w:sdtContent>
      </w:sdt>
      <w:r w:rsidR="00FB6DD7" w:rsidRPr="00A460E0">
        <w:rPr>
          <w:rFonts w:ascii="Times New Roman" w:hAnsi="Times New Roman" w:cs="Times New Roman"/>
          <w:sz w:val="24"/>
          <w:szCs w:val="24"/>
        </w:rPr>
        <w:tab/>
      </w:r>
      <w:r w:rsidR="00FB6DD7" w:rsidRPr="00A460E0">
        <w:rPr>
          <w:rFonts w:ascii="Times New Roman" w:hAnsi="Times New Roman" w:cs="Times New Roman"/>
          <w:sz w:val="24"/>
          <w:szCs w:val="24"/>
        </w:rPr>
        <w:tab/>
      </w:r>
    </w:p>
    <w:p w:rsidR="00F94825" w:rsidRPr="00267940" w:rsidRDefault="00267940" w:rsidP="00267940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 w:rsidRPr="00267940">
        <w:rPr>
          <w:rFonts w:ascii="Times New Roman" w:hAnsi="Times New Roman" w:cs="Times New Roman"/>
          <w:sz w:val="20"/>
          <w:szCs w:val="20"/>
        </w:rPr>
        <w:t>País:</w:t>
      </w:r>
    </w:p>
    <w:p w:rsidR="00F94825" w:rsidRPr="00A460E0" w:rsidRDefault="0039669D" w:rsidP="00267940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  <w:highlight w:val="lightGray"/>
          </w:rPr>
          <w:id w:val="1590811574"/>
          <w:placeholder>
            <w:docPart w:val="BD8A9647A05A48B09CEB7898CCB63B0F"/>
          </w:placeholder>
          <w:showingPlcHdr/>
        </w:sdtPr>
        <w:sdtEndPr/>
        <w:sdtContent>
          <w:r w:rsidR="00A460E0" w:rsidRPr="00A460E0">
            <w:rPr>
              <w:rStyle w:val="TextodoMarcadordePosio"/>
              <w:highlight w:val="lightGray"/>
            </w:rPr>
            <w:t>Clique aqui para introduzir texto.</w:t>
          </w:r>
        </w:sdtContent>
      </w:sdt>
    </w:p>
    <w:p w:rsidR="00F94825" w:rsidRPr="00267940" w:rsidRDefault="00267940" w:rsidP="00267940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 w:rsidRPr="00267940">
        <w:rPr>
          <w:rFonts w:ascii="Times New Roman" w:hAnsi="Times New Roman" w:cs="Times New Roman"/>
          <w:sz w:val="20"/>
          <w:szCs w:val="20"/>
        </w:rPr>
        <w:t>Telefone:</w:t>
      </w:r>
    </w:p>
    <w:sdt>
      <w:sdtPr>
        <w:rPr>
          <w:rFonts w:ascii="Times New Roman" w:hAnsi="Times New Roman" w:cs="Times New Roman"/>
          <w:sz w:val="24"/>
          <w:szCs w:val="24"/>
          <w:highlight w:val="lightGray"/>
        </w:rPr>
        <w:id w:val="1903952003"/>
        <w:placeholder>
          <w:docPart w:val="ABB06C59D0254F5BA171E33341C71D39"/>
        </w:placeholder>
        <w:showingPlcHdr/>
      </w:sdtPr>
      <w:sdtEndPr/>
      <w:sdtContent>
        <w:p w:rsidR="00267940" w:rsidRPr="00A460E0" w:rsidRDefault="00A460E0" w:rsidP="00267940">
          <w:pPr>
            <w:spacing w:after="0" w:line="240" w:lineRule="auto"/>
            <w:ind w:firstLine="284"/>
            <w:rPr>
              <w:rFonts w:ascii="Times New Roman" w:hAnsi="Times New Roman" w:cs="Times New Roman"/>
              <w:sz w:val="24"/>
              <w:szCs w:val="24"/>
            </w:rPr>
          </w:pPr>
          <w:r w:rsidRPr="00A460E0">
            <w:rPr>
              <w:rStyle w:val="TextodoMarcadordePosio"/>
              <w:highlight w:val="lightGray"/>
            </w:rPr>
            <w:t>Clique aqui para introduzir texto.</w:t>
          </w:r>
        </w:p>
      </w:sdtContent>
    </w:sdt>
    <w:p w:rsidR="00F94825" w:rsidRPr="00267940" w:rsidRDefault="00267940" w:rsidP="00267940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proofErr w:type="gramStart"/>
      <w:r w:rsidRPr="00267940">
        <w:rPr>
          <w:rFonts w:ascii="Times New Roman" w:hAnsi="Times New Roman" w:cs="Times New Roman"/>
          <w:sz w:val="20"/>
          <w:szCs w:val="20"/>
        </w:rPr>
        <w:t>E-mail</w:t>
      </w:r>
      <w:proofErr w:type="gramEnd"/>
      <w:r w:rsidRPr="00267940">
        <w:rPr>
          <w:rFonts w:ascii="Times New Roman" w:hAnsi="Times New Roman" w:cs="Times New Roman"/>
          <w:sz w:val="20"/>
          <w:szCs w:val="20"/>
        </w:rPr>
        <w:t>:</w:t>
      </w:r>
    </w:p>
    <w:sdt>
      <w:sdtPr>
        <w:rPr>
          <w:rFonts w:ascii="Times New Roman" w:hAnsi="Times New Roman" w:cs="Times New Roman"/>
          <w:sz w:val="24"/>
          <w:szCs w:val="24"/>
          <w:highlight w:val="lightGray"/>
        </w:rPr>
        <w:id w:val="-268620748"/>
        <w:placeholder>
          <w:docPart w:val="9592BD0713C04BF89A643978715975EA"/>
        </w:placeholder>
        <w:showingPlcHdr/>
      </w:sdtPr>
      <w:sdtEndPr/>
      <w:sdtContent>
        <w:p w:rsidR="00267940" w:rsidRPr="00267940" w:rsidRDefault="00267940" w:rsidP="00267940">
          <w:pPr>
            <w:spacing w:after="0" w:line="240" w:lineRule="auto"/>
            <w:ind w:firstLine="284"/>
            <w:rPr>
              <w:rFonts w:ascii="Times New Roman" w:hAnsi="Times New Roman" w:cs="Times New Roman"/>
              <w:sz w:val="24"/>
              <w:szCs w:val="24"/>
              <w:highlight w:val="lightGray"/>
            </w:rPr>
          </w:pPr>
          <w:r w:rsidRPr="00267940">
            <w:rPr>
              <w:rStyle w:val="TextodoMarcadordePosio"/>
              <w:highlight w:val="lightGray"/>
            </w:rPr>
            <w:t>Clique aqui para introduzir texto.</w:t>
          </w:r>
        </w:p>
      </w:sdtContent>
    </w:sdt>
    <w:p w:rsidR="00F94825" w:rsidRPr="00267940" w:rsidRDefault="00267940" w:rsidP="00267940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 w:rsidRPr="00267940">
        <w:rPr>
          <w:rFonts w:ascii="Times New Roman" w:hAnsi="Times New Roman" w:cs="Times New Roman"/>
          <w:sz w:val="20"/>
          <w:szCs w:val="20"/>
        </w:rPr>
        <w:t>NIB:</w:t>
      </w:r>
    </w:p>
    <w:sdt>
      <w:sdtPr>
        <w:rPr>
          <w:rFonts w:ascii="Times New Roman" w:hAnsi="Times New Roman" w:cs="Times New Roman"/>
          <w:sz w:val="24"/>
          <w:szCs w:val="24"/>
          <w:highlight w:val="lightGray"/>
        </w:rPr>
        <w:id w:val="-155615936"/>
        <w:placeholder>
          <w:docPart w:val="6DDA1E44408A45308DCDFF8397F34C38"/>
        </w:placeholder>
        <w:showingPlcHdr/>
      </w:sdtPr>
      <w:sdtEndPr/>
      <w:sdtContent>
        <w:p w:rsidR="00267940" w:rsidRPr="00267940" w:rsidRDefault="00267940" w:rsidP="00267940">
          <w:pPr>
            <w:spacing w:after="0" w:line="240" w:lineRule="auto"/>
            <w:ind w:firstLine="284"/>
            <w:rPr>
              <w:rFonts w:ascii="Times New Roman" w:hAnsi="Times New Roman" w:cs="Times New Roman"/>
              <w:sz w:val="24"/>
              <w:szCs w:val="24"/>
              <w:highlight w:val="lightGray"/>
            </w:rPr>
          </w:pPr>
          <w:r w:rsidRPr="00267940">
            <w:rPr>
              <w:rStyle w:val="TextodoMarcadordePosio"/>
              <w:highlight w:val="lightGray"/>
            </w:rPr>
            <w:t>Clique aqui para introduzir texto.</w:t>
          </w:r>
        </w:p>
      </w:sdtContent>
    </w:sdt>
    <w:p w:rsidR="00267940" w:rsidRPr="00267940" w:rsidRDefault="00267940" w:rsidP="00267940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 w:rsidRPr="00267940">
        <w:rPr>
          <w:rFonts w:ascii="Times New Roman" w:hAnsi="Times New Roman" w:cs="Times New Roman"/>
          <w:sz w:val="20"/>
          <w:szCs w:val="20"/>
        </w:rPr>
        <w:t>NIF:</w:t>
      </w:r>
    </w:p>
    <w:sdt>
      <w:sdtPr>
        <w:rPr>
          <w:rFonts w:ascii="Times New Roman" w:hAnsi="Times New Roman" w:cs="Times New Roman"/>
          <w:sz w:val="24"/>
          <w:szCs w:val="24"/>
          <w:highlight w:val="lightGray"/>
        </w:rPr>
        <w:id w:val="-723062262"/>
        <w:placeholder>
          <w:docPart w:val="E6FAA6C0B2B94D348450E0105FA0EE97"/>
        </w:placeholder>
        <w:showingPlcHdr/>
      </w:sdtPr>
      <w:sdtEndPr/>
      <w:sdtContent>
        <w:p w:rsidR="00267940" w:rsidRPr="00267940" w:rsidRDefault="00267940" w:rsidP="00267940">
          <w:pPr>
            <w:spacing w:after="0" w:line="240" w:lineRule="auto"/>
            <w:ind w:firstLine="284"/>
            <w:rPr>
              <w:rFonts w:ascii="Times New Roman" w:hAnsi="Times New Roman" w:cs="Times New Roman"/>
              <w:sz w:val="24"/>
              <w:szCs w:val="24"/>
              <w:highlight w:val="lightGray"/>
            </w:rPr>
          </w:pPr>
          <w:r w:rsidRPr="00267940">
            <w:rPr>
              <w:rStyle w:val="TextodoMarcadordePosio"/>
              <w:highlight w:val="lightGray"/>
            </w:rPr>
            <w:t>Clique aqui para introduzir texto.</w:t>
          </w:r>
        </w:p>
      </w:sdtContent>
    </w:sdt>
    <w:p w:rsidR="00F94825" w:rsidRDefault="00F94825" w:rsidP="00F948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4CB5" w:rsidRPr="00267940" w:rsidRDefault="00B74CB5" w:rsidP="00B74CB5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Aluno</w:t>
      </w:r>
      <w:r w:rsidR="009F6D5F">
        <w:rPr>
          <w:rFonts w:ascii="Times New Roman" w:hAnsi="Times New Roman" w:cs="Times New Roman"/>
          <w:sz w:val="20"/>
          <w:szCs w:val="20"/>
        </w:rPr>
        <w:t>(a)</w:t>
      </w:r>
      <w:r>
        <w:rPr>
          <w:rFonts w:ascii="Times New Roman" w:hAnsi="Times New Roman" w:cs="Times New Roman"/>
          <w:sz w:val="20"/>
          <w:szCs w:val="20"/>
        </w:rPr>
        <w:t xml:space="preserve"> n.º</w:t>
      </w:r>
      <w:r w:rsidRPr="00267940">
        <w:rPr>
          <w:rFonts w:ascii="Times New Roman" w:hAnsi="Times New Roman" w:cs="Times New Roman"/>
          <w:sz w:val="20"/>
          <w:szCs w:val="20"/>
        </w:rPr>
        <w:t>:</w:t>
      </w:r>
    </w:p>
    <w:sdt>
      <w:sdtPr>
        <w:rPr>
          <w:rFonts w:ascii="Times New Roman" w:hAnsi="Times New Roman" w:cs="Times New Roman"/>
          <w:sz w:val="24"/>
          <w:szCs w:val="24"/>
          <w:highlight w:val="lightGray"/>
        </w:rPr>
        <w:id w:val="-471982026"/>
        <w:placeholder>
          <w:docPart w:val="B8492ABAF4D64C75A06F9F684C0D9140"/>
        </w:placeholder>
        <w:showingPlcHdr/>
      </w:sdtPr>
      <w:sdtEndPr/>
      <w:sdtContent>
        <w:p w:rsidR="00B74CB5" w:rsidRPr="00267940" w:rsidRDefault="00B74CB5" w:rsidP="00B74CB5">
          <w:pPr>
            <w:spacing w:after="0" w:line="240" w:lineRule="auto"/>
            <w:ind w:firstLine="284"/>
            <w:rPr>
              <w:rFonts w:ascii="Times New Roman" w:hAnsi="Times New Roman" w:cs="Times New Roman"/>
              <w:sz w:val="24"/>
              <w:szCs w:val="24"/>
              <w:highlight w:val="lightGray"/>
            </w:rPr>
          </w:pPr>
          <w:r w:rsidRPr="00267940">
            <w:rPr>
              <w:rStyle w:val="TextodoMarcadordePosio"/>
              <w:highlight w:val="lightGray"/>
            </w:rPr>
            <w:t>Clique aqui para introduzir texto.</w:t>
          </w:r>
        </w:p>
      </w:sdtContent>
    </w:sdt>
    <w:p w:rsidR="00B74CB5" w:rsidRPr="00267940" w:rsidRDefault="00B74CB5" w:rsidP="00B74CB5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Curso UM</w:t>
      </w:r>
      <w:r w:rsidRPr="00267940">
        <w:rPr>
          <w:rFonts w:ascii="Times New Roman" w:hAnsi="Times New Roman" w:cs="Times New Roman"/>
          <w:sz w:val="20"/>
          <w:szCs w:val="20"/>
        </w:rPr>
        <w:t>:</w:t>
      </w:r>
    </w:p>
    <w:sdt>
      <w:sdtPr>
        <w:rPr>
          <w:rFonts w:ascii="Times New Roman" w:hAnsi="Times New Roman" w:cs="Times New Roman"/>
          <w:sz w:val="24"/>
          <w:szCs w:val="24"/>
          <w:highlight w:val="lightGray"/>
        </w:rPr>
        <w:id w:val="-144209700"/>
        <w:placeholder>
          <w:docPart w:val="B8492ABAF4D64C75A06F9F684C0D9140"/>
        </w:placeholder>
        <w:showingPlcHdr/>
      </w:sdtPr>
      <w:sdtEndPr/>
      <w:sdtContent>
        <w:p w:rsidR="00B74CB5" w:rsidRPr="00267940" w:rsidRDefault="00B575EC" w:rsidP="00B74CB5">
          <w:pPr>
            <w:spacing w:after="0" w:line="240" w:lineRule="auto"/>
            <w:ind w:firstLine="284"/>
            <w:rPr>
              <w:rFonts w:ascii="Times New Roman" w:hAnsi="Times New Roman" w:cs="Times New Roman"/>
              <w:sz w:val="24"/>
              <w:szCs w:val="24"/>
              <w:highlight w:val="lightGray"/>
            </w:rPr>
          </w:pPr>
          <w:r w:rsidRPr="00267940">
            <w:rPr>
              <w:rStyle w:val="TextodoMarcadordePosio"/>
              <w:highlight w:val="lightGray"/>
            </w:rPr>
            <w:t>Clique aqui para introduzir texto.</w:t>
          </w:r>
        </w:p>
      </w:sdtContent>
    </w:sdt>
    <w:p w:rsidR="00B74CB5" w:rsidRPr="00267940" w:rsidRDefault="00B74CB5" w:rsidP="00B74CB5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Grau</w:t>
      </w:r>
      <w:r w:rsidRPr="00267940">
        <w:rPr>
          <w:rFonts w:ascii="Times New Roman" w:hAnsi="Times New Roman" w:cs="Times New Roman"/>
          <w:sz w:val="20"/>
          <w:szCs w:val="20"/>
        </w:rPr>
        <w:t>:</w:t>
      </w:r>
    </w:p>
    <w:sdt>
      <w:sdtPr>
        <w:rPr>
          <w:rFonts w:ascii="Times New Roman" w:hAnsi="Times New Roman" w:cs="Times New Roman"/>
          <w:sz w:val="24"/>
          <w:szCs w:val="24"/>
          <w:highlight w:val="lightGray"/>
        </w:rPr>
        <w:id w:val="-1606111029"/>
        <w:lock w:val="sdtLocked"/>
        <w:placeholder>
          <w:docPart w:val="A1BEBF7333F24E47B405FA81EF964BCB"/>
        </w:placeholder>
        <w:showingPlcHdr/>
        <w:dropDownList>
          <w:listItem w:value="Escolha um item."/>
          <w:listItem w:displayText="Mestrado" w:value="Mestrado"/>
          <w:listItem w:displayText="Doutoramento" w:value="Doutoramento"/>
        </w:dropDownList>
      </w:sdtPr>
      <w:sdtEndPr/>
      <w:sdtContent>
        <w:p w:rsidR="00B74CB5" w:rsidRPr="00267940" w:rsidRDefault="00A460E0" w:rsidP="00B74CB5">
          <w:pPr>
            <w:spacing w:after="0" w:line="240" w:lineRule="auto"/>
            <w:ind w:firstLine="284"/>
            <w:rPr>
              <w:rFonts w:ascii="Times New Roman" w:hAnsi="Times New Roman" w:cs="Times New Roman"/>
              <w:sz w:val="24"/>
              <w:szCs w:val="24"/>
              <w:highlight w:val="lightGray"/>
            </w:rPr>
          </w:pPr>
          <w:r w:rsidRPr="009336F3">
            <w:rPr>
              <w:rStyle w:val="TextodoMarcadordePosio"/>
            </w:rPr>
            <w:t>Escolha um item.</w:t>
          </w:r>
        </w:p>
      </w:sdtContent>
    </w:sdt>
    <w:p w:rsidR="00B74CB5" w:rsidRDefault="00B74CB5" w:rsidP="00F948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940" w:rsidRPr="00B74CB5" w:rsidRDefault="00267940" w:rsidP="00267940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B74CB5">
        <w:rPr>
          <w:rFonts w:ascii="Times New Roman" w:hAnsi="Times New Roman" w:cs="Times New Roman"/>
          <w:b/>
          <w:sz w:val="24"/>
          <w:szCs w:val="24"/>
        </w:rPr>
        <w:t>Orientador</w:t>
      </w:r>
      <w:r w:rsidR="009F6D5F">
        <w:rPr>
          <w:rFonts w:ascii="Times New Roman" w:hAnsi="Times New Roman" w:cs="Times New Roman"/>
          <w:b/>
          <w:sz w:val="24"/>
          <w:szCs w:val="24"/>
        </w:rPr>
        <w:t>(a)</w:t>
      </w:r>
      <w:r w:rsidRPr="00B74CB5">
        <w:rPr>
          <w:rFonts w:ascii="Times New Roman" w:hAnsi="Times New Roman" w:cs="Times New Roman"/>
          <w:b/>
          <w:sz w:val="24"/>
          <w:szCs w:val="24"/>
        </w:rPr>
        <w:t xml:space="preserve"> Responsável:</w:t>
      </w:r>
    </w:p>
    <w:p w:rsidR="00267940" w:rsidRDefault="00267940" w:rsidP="00267940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267940" w:rsidRPr="00267940" w:rsidRDefault="00267940" w:rsidP="00267940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Nome:</w:t>
      </w:r>
    </w:p>
    <w:sdt>
      <w:sdtPr>
        <w:rPr>
          <w:rFonts w:ascii="Times New Roman" w:hAnsi="Times New Roman" w:cs="Times New Roman"/>
          <w:sz w:val="24"/>
          <w:szCs w:val="24"/>
          <w:highlight w:val="lightGray"/>
        </w:rPr>
        <w:id w:val="315226505"/>
        <w:placeholder>
          <w:docPart w:val="20BF0F36A851461DBB4A98C265A961D5"/>
        </w:placeholder>
        <w:showingPlcHdr/>
      </w:sdtPr>
      <w:sdtEndPr/>
      <w:sdtContent>
        <w:p w:rsidR="00267940" w:rsidRDefault="00B74CB5" w:rsidP="00267940">
          <w:pPr>
            <w:spacing w:after="0" w:line="240" w:lineRule="auto"/>
            <w:ind w:firstLine="284"/>
            <w:rPr>
              <w:rFonts w:ascii="Times New Roman" w:hAnsi="Times New Roman" w:cs="Times New Roman"/>
              <w:sz w:val="24"/>
              <w:szCs w:val="24"/>
            </w:rPr>
          </w:pPr>
          <w:r w:rsidRPr="00B74CB5">
            <w:rPr>
              <w:rStyle w:val="TextodoMarcadordePosio"/>
              <w:highlight w:val="lightGray"/>
            </w:rPr>
            <w:t>Clique aqui para introduzir texto.</w:t>
          </w:r>
        </w:p>
      </w:sdtContent>
    </w:sdt>
    <w:p w:rsidR="00267940" w:rsidRPr="00267940" w:rsidRDefault="00267940" w:rsidP="00267940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Instituição</w:t>
      </w:r>
      <w:r w:rsidRPr="00267940">
        <w:rPr>
          <w:rFonts w:ascii="Times New Roman" w:hAnsi="Times New Roman" w:cs="Times New Roman"/>
          <w:sz w:val="20"/>
          <w:szCs w:val="20"/>
        </w:rPr>
        <w:t>:</w:t>
      </w:r>
      <w:r w:rsidRPr="00267940">
        <w:rPr>
          <w:rFonts w:ascii="Times New Roman" w:hAnsi="Times New Roman" w:cs="Times New Roman"/>
          <w:sz w:val="20"/>
          <w:szCs w:val="20"/>
        </w:rPr>
        <w:tab/>
      </w:r>
    </w:p>
    <w:p w:rsidR="00267940" w:rsidRDefault="0039669D" w:rsidP="00267940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  <w:highlight w:val="lightGray"/>
          </w:rPr>
          <w:id w:val="1711300782"/>
          <w:placeholder>
            <w:docPart w:val="20BF0F36A851461DBB4A98C265A961D5"/>
          </w:placeholder>
          <w:showingPlcHdr/>
        </w:sdtPr>
        <w:sdtEndPr/>
        <w:sdtContent>
          <w:r w:rsidR="00B575EC" w:rsidRPr="00B74CB5">
            <w:rPr>
              <w:rStyle w:val="TextodoMarcadordePosio"/>
              <w:highlight w:val="lightGray"/>
            </w:rPr>
            <w:t>Clique aqui para introduzir texto.</w:t>
          </w:r>
        </w:sdtContent>
      </w:sdt>
      <w:r w:rsidR="00267940">
        <w:rPr>
          <w:rFonts w:ascii="Times New Roman" w:hAnsi="Times New Roman" w:cs="Times New Roman"/>
          <w:sz w:val="24"/>
          <w:szCs w:val="24"/>
        </w:rPr>
        <w:tab/>
      </w:r>
    </w:p>
    <w:p w:rsidR="00267940" w:rsidRPr="00267940" w:rsidRDefault="00267940" w:rsidP="00267940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Cargo/Função:</w:t>
      </w:r>
    </w:p>
    <w:sdt>
      <w:sdtPr>
        <w:rPr>
          <w:rFonts w:ascii="Times New Roman" w:hAnsi="Times New Roman" w:cs="Times New Roman"/>
          <w:sz w:val="24"/>
          <w:szCs w:val="24"/>
          <w:highlight w:val="lightGray"/>
        </w:rPr>
        <w:id w:val="1267890843"/>
        <w:placeholder>
          <w:docPart w:val="5472D4DA6D24456BA77FCC7176659C6F"/>
        </w:placeholder>
        <w:showingPlcHdr/>
      </w:sdtPr>
      <w:sdtEndPr/>
      <w:sdtContent>
        <w:p w:rsidR="00267940" w:rsidRDefault="00B74CB5" w:rsidP="00267940">
          <w:pPr>
            <w:spacing w:after="0" w:line="240" w:lineRule="auto"/>
            <w:ind w:firstLine="284"/>
            <w:rPr>
              <w:rFonts w:ascii="Times New Roman" w:hAnsi="Times New Roman" w:cs="Times New Roman"/>
              <w:sz w:val="24"/>
              <w:szCs w:val="24"/>
            </w:rPr>
          </w:pPr>
          <w:r w:rsidRPr="00B74CB5">
            <w:rPr>
              <w:rStyle w:val="TextodoMarcadordePosio"/>
              <w:highlight w:val="lightGray"/>
            </w:rPr>
            <w:t>Clique aqui para introduzir texto.</w:t>
          </w:r>
        </w:p>
      </w:sdtContent>
    </w:sdt>
    <w:p w:rsidR="00A460E0" w:rsidRPr="00267940" w:rsidRDefault="00A460E0" w:rsidP="00A460E0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 w:rsidRPr="00267940">
        <w:rPr>
          <w:rFonts w:ascii="Times New Roman" w:hAnsi="Times New Roman" w:cs="Times New Roman"/>
          <w:sz w:val="20"/>
          <w:szCs w:val="20"/>
        </w:rPr>
        <w:t>Telefone:</w:t>
      </w:r>
    </w:p>
    <w:sdt>
      <w:sdtPr>
        <w:rPr>
          <w:rFonts w:ascii="Times New Roman" w:hAnsi="Times New Roman" w:cs="Times New Roman"/>
          <w:sz w:val="24"/>
          <w:szCs w:val="24"/>
          <w:highlight w:val="lightGray"/>
        </w:rPr>
        <w:id w:val="-1883705452"/>
        <w:placeholder>
          <w:docPart w:val="863067EABE7A49D4A021BB3DB22B9003"/>
        </w:placeholder>
        <w:showingPlcHdr/>
      </w:sdtPr>
      <w:sdtEndPr/>
      <w:sdtContent>
        <w:p w:rsidR="00A460E0" w:rsidRPr="00A460E0" w:rsidRDefault="00A460E0" w:rsidP="00A460E0">
          <w:pPr>
            <w:spacing w:after="0" w:line="240" w:lineRule="auto"/>
            <w:ind w:firstLine="284"/>
            <w:rPr>
              <w:rFonts w:ascii="Times New Roman" w:hAnsi="Times New Roman" w:cs="Times New Roman"/>
              <w:sz w:val="24"/>
              <w:szCs w:val="24"/>
            </w:rPr>
          </w:pPr>
          <w:r w:rsidRPr="00A460E0">
            <w:rPr>
              <w:rStyle w:val="TextodoMarcadordePosio"/>
              <w:highlight w:val="lightGray"/>
            </w:rPr>
            <w:t>Clique aqui para introduzir texto.</w:t>
          </w:r>
        </w:p>
      </w:sdtContent>
    </w:sdt>
    <w:p w:rsidR="00A460E0" w:rsidRPr="00267940" w:rsidRDefault="00A460E0" w:rsidP="00A460E0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proofErr w:type="gramStart"/>
      <w:r w:rsidRPr="00267940">
        <w:rPr>
          <w:rFonts w:ascii="Times New Roman" w:hAnsi="Times New Roman" w:cs="Times New Roman"/>
          <w:sz w:val="20"/>
          <w:szCs w:val="20"/>
        </w:rPr>
        <w:t>E-mail</w:t>
      </w:r>
      <w:proofErr w:type="gramEnd"/>
      <w:r w:rsidRPr="00267940">
        <w:rPr>
          <w:rFonts w:ascii="Times New Roman" w:hAnsi="Times New Roman" w:cs="Times New Roman"/>
          <w:sz w:val="20"/>
          <w:szCs w:val="20"/>
        </w:rPr>
        <w:t>:</w:t>
      </w:r>
    </w:p>
    <w:sdt>
      <w:sdtPr>
        <w:rPr>
          <w:rFonts w:ascii="Times New Roman" w:hAnsi="Times New Roman" w:cs="Times New Roman"/>
          <w:sz w:val="24"/>
          <w:szCs w:val="24"/>
          <w:highlight w:val="lightGray"/>
        </w:rPr>
        <w:id w:val="1980654570"/>
        <w:placeholder>
          <w:docPart w:val="863067EABE7A49D4A021BB3DB22B9003"/>
        </w:placeholder>
        <w:showingPlcHdr/>
      </w:sdtPr>
      <w:sdtEndPr/>
      <w:sdtContent>
        <w:p w:rsidR="00A460E0" w:rsidRPr="00267940" w:rsidRDefault="00B575EC" w:rsidP="00A460E0">
          <w:pPr>
            <w:spacing w:after="0" w:line="240" w:lineRule="auto"/>
            <w:ind w:firstLine="284"/>
            <w:rPr>
              <w:rFonts w:ascii="Times New Roman" w:hAnsi="Times New Roman" w:cs="Times New Roman"/>
              <w:sz w:val="24"/>
              <w:szCs w:val="24"/>
              <w:highlight w:val="lightGray"/>
            </w:rPr>
          </w:pPr>
          <w:r w:rsidRPr="00A460E0">
            <w:rPr>
              <w:rStyle w:val="TextodoMarcadordePosio"/>
              <w:highlight w:val="lightGray"/>
            </w:rPr>
            <w:t>Clique aqui para introduzir texto.</w:t>
          </w:r>
        </w:p>
      </w:sdtContent>
    </w:sdt>
    <w:p w:rsidR="00FF30EF" w:rsidRPr="00F94825" w:rsidRDefault="00FF30EF" w:rsidP="00FF30EF">
      <w:pPr>
        <w:spacing w:after="0" w:line="240" w:lineRule="auto"/>
        <w:rPr>
          <w:rFonts w:ascii="Times New Roman" w:hAnsi="Times New Roman" w:cs="Times New Roman"/>
        </w:rPr>
      </w:pPr>
    </w:p>
    <w:p w:rsidR="00FF30EF" w:rsidRPr="00391111" w:rsidRDefault="00FF30EF" w:rsidP="00FF30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B. PROJETO DE INVESTIGAÇÃO</w:t>
      </w:r>
    </w:p>
    <w:p w:rsidR="00FF30EF" w:rsidRDefault="00FF30EF" w:rsidP="00FF30EF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0"/>
          <w:szCs w:val="20"/>
        </w:rPr>
      </w:pPr>
    </w:p>
    <w:p w:rsidR="00FF30EF" w:rsidRPr="00267940" w:rsidRDefault="00FF30EF" w:rsidP="00FF30EF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Título:</w:t>
      </w:r>
    </w:p>
    <w:sdt>
      <w:sdtPr>
        <w:rPr>
          <w:rFonts w:ascii="Times New Roman" w:hAnsi="Times New Roman" w:cs="Times New Roman"/>
          <w:sz w:val="24"/>
          <w:szCs w:val="24"/>
          <w:highlight w:val="lightGray"/>
        </w:rPr>
        <w:id w:val="-1951695743"/>
        <w:placeholder>
          <w:docPart w:val="AA17D319B3FD489A9B17A2E7C4F4946C"/>
        </w:placeholder>
        <w:showingPlcHdr/>
      </w:sdtPr>
      <w:sdtEndPr/>
      <w:sdtContent>
        <w:p w:rsidR="00FF30EF" w:rsidRDefault="000E030F" w:rsidP="00FF30EF">
          <w:pPr>
            <w:spacing w:after="0" w:line="240" w:lineRule="auto"/>
            <w:ind w:firstLine="284"/>
            <w:rPr>
              <w:rFonts w:ascii="Times New Roman" w:hAnsi="Times New Roman" w:cs="Times New Roman"/>
              <w:sz w:val="24"/>
              <w:szCs w:val="24"/>
            </w:rPr>
          </w:pPr>
          <w:r w:rsidRPr="00F81B8C">
            <w:rPr>
              <w:rStyle w:val="TextodoMarcadordePosio"/>
              <w:highlight w:val="lightGray"/>
            </w:rPr>
            <w:t>Clique aqui para introduzir texto.</w:t>
          </w:r>
        </w:p>
      </w:sdtContent>
    </w:sdt>
    <w:p w:rsidR="00FF30EF" w:rsidRDefault="00FF30EF" w:rsidP="00FF30EF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Resumo Plano de Trabalhos</w:t>
      </w:r>
      <w:r w:rsidRPr="00267940">
        <w:rPr>
          <w:rFonts w:ascii="Times New Roman" w:hAnsi="Times New Roman" w:cs="Times New Roman"/>
          <w:sz w:val="20"/>
          <w:szCs w:val="20"/>
        </w:rPr>
        <w:t>:</w:t>
      </w:r>
    </w:p>
    <w:sdt>
      <w:sdtPr>
        <w:rPr>
          <w:rFonts w:ascii="Times New Roman" w:hAnsi="Times New Roman" w:cs="Times New Roman"/>
          <w:sz w:val="20"/>
          <w:szCs w:val="20"/>
          <w:highlight w:val="lightGray"/>
        </w:rPr>
        <w:id w:val="-154156214"/>
        <w:placeholder>
          <w:docPart w:val="FCE315221B064726AF6A8A955294907C"/>
        </w:placeholder>
        <w:showingPlcHdr/>
      </w:sdtPr>
      <w:sdtEndPr/>
      <w:sdtContent>
        <w:p w:rsidR="006F05D6" w:rsidRDefault="00FA2A0C" w:rsidP="00FA2A0C">
          <w:pPr>
            <w:spacing w:after="0" w:line="240" w:lineRule="auto"/>
            <w:ind w:firstLine="284"/>
            <w:rPr>
              <w:rStyle w:val="TextodoMarcadordePosio"/>
              <w:highlight w:val="lightGray"/>
            </w:rPr>
          </w:pPr>
          <w:r w:rsidRPr="00FA2A0C">
            <w:rPr>
              <w:rStyle w:val="TextodoMarcadordePosio"/>
              <w:highlight w:val="lightGray"/>
            </w:rPr>
            <w:t>Clique aqui para introduzir texto.</w:t>
          </w:r>
        </w:p>
        <w:p w:rsidR="00FA2A0C" w:rsidRDefault="00B6332F" w:rsidP="00FA2A0C">
          <w:pPr>
            <w:spacing w:after="0" w:line="240" w:lineRule="auto"/>
            <w:ind w:firstLine="284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Style w:val="TextodoMarcadordePosio"/>
              <w:highlight w:val="lightGray"/>
            </w:rPr>
            <w:t>Até 1</w:t>
          </w:r>
          <w:r w:rsidR="00FA2A0C" w:rsidRPr="00FA2A0C">
            <w:rPr>
              <w:rStyle w:val="TextodoMarcadordePosio"/>
              <w:highlight w:val="lightGray"/>
            </w:rPr>
            <w:t>500 carateres (</w:t>
          </w:r>
          <w:r w:rsidR="006F05D6" w:rsidRPr="00FA2A0C">
            <w:rPr>
              <w:rStyle w:val="TextodoMarcadordePosio"/>
              <w:highlight w:val="lightGray"/>
            </w:rPr>
            <w:t>inclui</w:t>
          </w:r>
          <w:r w:rsidR="00FA2A0C" w:rsidRPr="00FA2A0C">
            <w:rPr>
              <w:rStyle w:val="TextodoMarcadordePosio"/>
              <w:highlight w:val="lightGray"/>
            </w:rPr>
            <w:t xml:space="preserve"> espaços)</w:t>
          </w:r>
        </w:p>
      </w:sdtContent>
    </w:sdt>
    <w:p w:rsidR="00B6332F" w:rsidRDefault="00B6332F" w:rsidP="00FA2A0C">
      <w:pPr>
        <w:spacing w:after="0" w:line="240" w:lineRule="auto"/>
        <w:rPr>
          <w:rFonts w:ascii="Times New Roman" w:eastAsia="Times New Roman" w:hAnsi="Times New Roman" w:cs="Times New Roman"/>
          <w:bCs/>
          <w:color w:val="943634" w:themeColor="accent2" w:themeShade="BF"/>
          <w:sz w:val="20"/>
          <w:szCs w:val="20"/>
        </w:rPr>
      </w:pPr>
    </w:p>
    <w:p w:rsidR="00B6332F" w:rsidRDefault="00B6332F" w:rsidP="00FA2A0C">
      <w:pPr>
        <w:spacing w:after="0" w:line="240" w:lineRule="auto"/>
        <w:rPr>
          <w:rFonts w:ascii="Times New Roman" w:eastAsia="Times New Roman" w:hAnsi="Times New Roman" w:cs="Times New Roman"/>
          <w:bCs/>
          <w:color w:val="943634" w:themeColor="accent2" w:themeShade="BF"/>
          <w:sz w:val="20"/>
          <w:szCs w:val="20"/>
        </w:rPr>
      </w:pPr>
    </w:p>
    <w:p w:rsidR="00E63E5C" w:rsidRDefault="00E63E5C" w:rsidP="00FA2A0C">
      <w:pPr>
        <w:spacing w:after="0" w:line="240" w:lineRule="auto"/>
        <w:rPr>
          <w:rFonts w:ascii="Times New Roman" w:eastAsia="Times New Roman" w:hAnsi="Times New Roman" w:cs="Times New Roman"/>
          <w:bCs/>
          <w:color w:val="943634" w:themeColor="accent2" w:themeShade="BF"/>
          <w:sz w:val="20"/>
          <w:szCs w:val="20"/>
        </w:rPr>
      </w:pPr>
    </w:p>
    <w:p w:rsidR="00FA2A0C" w:rsidRPr="00391111" w:rsidRDefault="00FA2A0C" w:rsidP="00FA2A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C. CRONOGRAMA</w:t>
      </w:r>
    </w:p>
    <w:p w:rsidR="004A1C30" w:rsidRDefault="004A1C30" w:rsidP="004A1C3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dt>
      <w:sdtPr>
        <w:rPr>
          <w:rFonts w:ascii="Times New Roman" w:hAnsi="Times New Roman" w:cs="Times New Roman"/>
          <w:color w:val="808080" w:themeColor="background1" w:themeShade="80"/>
          <w:sz w:val="20"/>
          <w:szCs w:val="20"/>
          <w:highlight w:val="lightGray"/>
        </w:rPr>
        <w:id w:val="778457278"/>
        <w:placeholder>
          <w:docPart w:val="2DE0566CC6F443799F644EE68958F0D9"/>
        </w:placeholder>
        <w:showingPlcHdr/>
      </w:sdtPr>
      <w:sdtEndPr/>
      <w:sdtContent>
        <w:p w:rsidR="006F05D6" w:rsidRPr="00F81B8C" w:rsidRDefault="00FA2A0C" w:rsidP="00FA2A0C">
          <w:pPr>
            <w:spacing w:after="0" w:line="240" w:lineRule="auto"/>
            <w:ind w:firstLine="284"/>
            <w:rPr>
              <w:rStyle w:val="TextodoMarcadordePosio"/>
              <w:color w:val="808080" w:themeColor="background1" w:themeShade="80"/>
              <w:highlight w:val="lightGray"/>
            </w:rPr>
          </w:pPr>
          <w:r w:rsidRPr="00F81B8C">
            <w:rPr>
              <w:rStyle w:val="TextodoMarcadordePosio"/>
              <w:color w:val="808080" w:themeColor="background1" w:themeShade="80"/>
              <w:highlight w:val="lightGray"/>
            </w:rPr>
            <w:t>Clique aqui para introduzir texto.</w:t>
          </w:r>
        </w:p>
        <w:p w:rsidR="00B575EC" w:rsidRDefault="00F81B8C" w:rsidP="00FA2A0C">
          <w:pPr>
            <w:spacing w:after="0" w:line="240" w:lineRule="auto"/>
            <w:ind w:firstLine="284"/>
            <w:rPr>
              <w:rFonts w:ascii="Times New Roman" w:hAnsi="Times New Roman" w:cs="Times New Roman"/>
              <w:color w:val="808080" w:themeColor="background1" w:themeShade="80"/>
              <w:sz w:val="20"/>
              <w:szCs w:val="20"/>
              <w:highlight w:val="lightGray"/>
            </w:rPr>
          </w:pPr>
          <w:r>
            <w:rPr>
              <w:rFonts w:ascii="Times New Roman" w:hAnsi="Times New Roman" w:cs="Times New Roman"/>
              <w:color w:val="808080" w:themeColor="background1" w:themeShade="80"/>
              <w:sz w:val="20"/>
              <w:szCs w:val="20"/>
              <w:highlight w:val="lightGray"/>
            </w:rPr>
            <w:t>Tarefa / Duração / Data</w:t>
          </w:r>
          <w:r w:rsidRPr="00F81B8C">
            <w:rPr>
              <w:rFonts w:ascii="Times New Roman" w:hAnsi="Times New Roman" w:cs="Times New Roman"/>
              <w:color w:val="808080" w:themeColor="background1" w:themeShade="80"/>
              <w:sz w:val="20"/>
              <w:szCs w:val="20"/>
              <w:highlight w:val="lightGray"/>
            </w:rPr>
            <w:t xml:space="preserve"> conclusão</w:t>
          </w:r>
        </w:p>
        <w:p w:rsidR="00FA2A0C" w:rsidRPr="00F81B8C" w:rsidRDefault="00B575EC" w:rsidP="00FA2A0C">
          <w:pPr>
            <w:spacing w:after="0" w:line="240" w:lineRule="auto"/>
            <w:ind w:firstLine="284"/>
            <w:rPr>
              <w:rFonts w:ascii="Times New Roman" w:hAnsi="Times New Roman" w:cs="Times New Roman"/>
              <w:color w:val="808080" w:themeColor="background1" w:themeShade="80"/>
              <w:sz w:val="20"/>
              <w:szCs w:val="20"/>
            </w:rPr>
          </w:pPr>
          <w:r w:rsidRPr="00B575EC">
            <w:rPr>
              <w:rFonts w:ascii="Times New Roman" w:hAnsi="Times New Roman" w:cs="Times New Roman"/>
              <w:color w:val="C00000"/>
              <w:sz w:val="20"/>
              <w:szCs w:val="20"/>
              <w:highlight w:val="lightGray"/>
            </w:rPr>
            <w:t>Importante: indique períodos previstos para estadia em Boticas</w:t>
          </w:r>
        </w:p>
      </w:sdtContent>
    </w:sdt>
    <w:p w:rsidR="00FA2A0C" w:rsidRDefault="00FA2A0C" w:rsidP="00F948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75B4" w:rsidRDefault="006C75B4" w:rsidP="006C75B4">
      <w:pPr>
        <w:spacing w:after="0" w:line="240" w:lineRule="auto"/>
        <w:rPr>
          <w:rFonts w:ascii="Times New Roman" w:eastAsia="Times New Roman" w:hAnsi="Times New Roman" w:cs="Times New Roman"/>
          <w:bCs/>
          <w:color w:val="943634" w:themeColor="accent2" w:themeShade="BF"/>
          <w:sz w:val="20"/>
          <w:szCs w:val="20"/>
        </w:rPr>
      </w:pPr>
    </w:p>
    <w:p w:rsidR="00E63E5C" w:rsidRDefault="00E63E5C" w:rsidP="006C75B4">
      <w:pPr>
        <w:spacing w:after="0" w:line="240" w:lineRule="auto"/>
        <w:rPr>
          <w:rFonts w:ascii="Times New Roman" w:eastAsia="Times New Roman" w:hAnsi="Times New Roman" w:cs="Times New Roman"/>
          <w:bCs/>
          <w:color w:val="943634" w:themeColor="accent2" w:themeShade="BF"/>
          <w:sz w:val="20"/>
          <w:szCs w:val="20"/>
        </w:rPr>
      </w:pPr>
    </w:p>
    <w:p w:rsidR="006C75B4" w:rsidRPr="00391111" w:rsidRDefault="00371480" w:rsidP="006C75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</w:t>
      </w:r>
      <w:r w:rsidR="006C75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INFORMAÇÕES COMPLEMENTARES</w:t>
      </w:r>
    </w:p>
    <w:p w:rsidR="006C75B4" w:rsidRDefault="006C75B4" w:rsidP="006C75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dt>
      <w:sdtPr>
        <w:rPr>
          <w:rFonts w:ascii="Times New Roman" w:hAnsi="Times New Roman" w:cs="Times New Roman"/>
          <w:color w:val="808080" w:themeColor="background1" w:themeShade="80"/>
          <w:sz w:val="20"/>
          <w:szCs w:val="20"/>
          <w:highlight w:val="lightGray"/>
        </w:rPr>
        <w:id w:val="-1433742719"/>
        <w:placeholder>
          <w:docPart w:val="FEC5FC2BD7264E79A5DFC1FB64221E66"/>
        </w:placeholder>
        <w:showingPlcHdr/>
      </w:sdtPr>
      <w:sdtEndPr/>
      <w:sdtContent>
        <w:p w:rsidR="006C75B4" w:rsidRPr="00F81B8C" w:rsidRDefault="006C75B4" w:rsidP="006C75B4">
          <w:pPr>
            <w:spacing w:after="0" w:line="240" w:lineRule="auto"/>
            <w:ind w:firstLine="284"/>
            <w:rPr>
              <w:rStyle w:val="TextodoMarcadordePosio"/>
              <w:color w:val="808080" w:themeColor="background1" w:themeShade="80"/>
              <w:highlight w:val="lightGray"/>
            </w:rPr>
          </w:pPr>
          <w:r w:rsidRPr="00F81B8C">
            <w:rPr>
              <w:rStyle w:val="TextodoMarcadordePosio"/>
              <w:color w:val="808080" w:themeColor="background1" w:themeShade="80"/>
              <w:highlight w:val="lightGray"/>
            </w:rPr>
            <w:t>Clique aqui para introduzir texto.</w:t>
          </w:r>
        </w:p>
        <w:p w:rsidR="006C75B4" w:rsidRPr="00F81B8C" w:rsidRDefault="00371480" w:rsidP="006C75B4">
          <w:pPr>
            <w:spacing w:after="0" w:line="240" w:lineRule="auto"/>
            <w:ind w:firstLine="284"/>
            <w:rPr>
              <w:rFonts w:ascii="Times New Roman" w:hAnsi="Times New Roman" w:cs="Times New Roman"/>
              <w:color w:val="808080" w:themeColor="background1" w:themeShade="80"/>
              <w:sz w:val="20"/>
              <w:szCs w:val="20"/>
            </w:rPr>
          </w:pPr>
          <w:r>
            <w:rPr>
              <w:rFonts w:ascii="Times New Roman" w:hAnsi="Times New Roman" w:cs="Times New Roman"/>
              <w:color w:val="808080" w:themeColor="background1" w:themeShade="80"/>
              <w:sz w:val="20"/>
              <w:szCs w:val="20"/>
              <w:highlight w:val="lightGray"/>
            </w:rPr>
            <w:t>Outros apoios de que beneficia ou pretende beneficiar para este projeto</w:t>
          </w:r>
        </w:p>
      </w:sdtContent>
    </w:sdt>
    <w:p w:rsidR="006C75B4" w:rsidRDefault="006C75B4" w:rsidP="006C75B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E63E5C" w:rsidRDefault="00E63E5C" w:rsidP="006C75B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C75B4" w:rsidRDefault="006C75B4" w:rsidP="006C75B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82F9A" w:rsidRPr="00391111" w:rsidRDefault="006C75B4" w:rsidP="006C75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</w:t>
      </w:r>
      <w:r w:rsidR="00E82F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DOCUMENTOS A ANEXAR</w:t>
      </w:r>
    </w:p>
    <w:p w:rsidR="00E82F9A" w:rsidRDefault="00E82F9A" w:rsidP="00E82F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82F9A" w:rsidRPr="00E82F9A" w:rsidRDefault="009F6D5F" w:rsidP="00E82F9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Anexo 1 </w:t>
      </w:r>
      <w:r w:rsidR="00E82F9A" w:rsidRPr="00E82F9A">
        <w:rPr>
          <w:rFonts w:ascii="Times New Roman" w:hAnsi="Times New Roman" w:cs="Times New Roman"/>
          <w:b/>
          <w:sz w:val="20"/>
          <w:szCs w:val="20"/>
        </w:rPr>
        <w:t>- Comprovativo da inscrição na Universidade do Minho.</w:t>
      </w:r>
    </w:p>
    <w:p w:rsidR="00E82F9A" w:rsidRPr="00E82F9A" w:rsidRDefault="009F6D5F" w:rsidP="00E82F9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Anexo 2 </w:t>
      </w:r>
      <w:r w:rsidR="00E82F9A" w:rsidRPr="00E82F9A">
        <w:rPr>
          <w:rFonts w:ascii="Times New Roman" w:hAnsi="Times New Roman" w:cs="Times New Roman"/>
          <w:b/>
          <w:sz w:val="20"/>
          <w:szCs w:val="20"/>
        </w:rPr>
        <w:t>- Curriculum atualizado</w:t>
      </w:r>
      <w:r w:rsidR="00E82F9A">
        <w:rPr>
          <w:rFonts w:ascii="Times New Roman" w:hAnsi="Times New Roman" w:cs="Times New Roman"/>
          <w:b/>
          <w:sz w:val="20"/>
          <w:szCs w:val="20"/>
        </w:rPr>
        <w:t xml:space="preserve"> do</w:t>
      </w:r>
      <w:r>
        <w:rPr>
          <w:rFonts w:ascii="Times New Roman" w:hAnsi="Times New Roman" w:cs="Times New Roman"/>
          <w:b/>
          <w:sz w:val="20"/>
          <w:szCs w:val="20"/>
        </w:rPr>
        <w:t>(a)</w:t>
      </w:r>
      <w:r w:rsidR="00E82F9A">
        <w:rPr>
          <w:rFonts w:ascii="Times New Roman" w:hAnsi="Times New Roman" w:cs="Times New Roman"/>
          <w:b/>
          <w:sz w:val="20"/>
          <w:szCs w:val="20"/>
        </w:rPr>
        <w:t xml:space="preserve"> candidato</w:t>
      </w:r>
      <w:r>
        <w:rPr>
          <w:rFonts w:ascii="Times New Roman" w:hAnsi="Times New Roman" w:cs="Times New Roman"/>
          <w:b/>
          <w:sz w:val="20"/>
          <w:szCs w:val="20"/>
        </w:rPr>
        <w:t>(a)</w:t>
      </w:r>
      <w:r w:rsidR="00E82F9A">
        <w:rPr>
          <w:rFonts w:ascii="Times New Roman" w:hAnsi="Times New Roman" w:cs="Times New Roman"/>
          <w:b/>
          <w:sz w:val="20"/>
          <w:szCs w:val="20"/>
        </w:rPr>
        <w:t>.</w:t>
      </w:r>
    </w:p>
    <w:p w:rsidR="00E82F9A" w:rsidRDefault="009F6D5F" w:rsidP="00E82F9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Anexo 3 </w:t>
      </w:r>
      <w:r w:rsidR="00E82F9A" w:rsidRPr="00E82F9A">
        <w:rPr>
          <w:rFonts w:ascii="Times New Roman" w:hAnsi="Times New Roman" w:cs="Times New Roman"/>
          <w:b/>
          <w:sz w:val="20"/>
          <w:szCs w:val="20"/>
        </w:rPr>
        <w:t>- Parecer do</w:t>
      </w:r>
      <w:r>
        <w:rPr>
          <w:rFonts w:ascii="Times New Roman" w:hAnsi="Times New Roman" w:cs="Times New Roman"/>
          <w:b/>
          <w:sz w:val="20"/>
          <w:szCs w:val="20"/>
        </w:rPr>
        <w:t>(a)</w:t>
      </w:r>
      <w:r w:rsidR="00E82F9A" w:rsidRPr="00E82F9A">
        <w:rPr>
          <w:rFonts w:ascii="Times New Roman" w:hAnsi="Times New Roman" w:cs="Times New Roman"/>
          <w:b/>
          <w:sz w:val="20"/>
          <w:szCs w:val="20"/>
        </w:rPr>
        <w:t xml:space="preserve"> Orientador</w:t>
      </w:r>
      <w:r>
        <w:rPr>
          <w:rFonts w:ascii="Times New Roman" w:hAnsi="Times New Roman" w:cs="Times New Roman"/>
          <w:b/>
          <w:sz w:val="20"/>
          <w:szCs w:val="20"/>
        </w:rPr>
        <w:t>(a)</w:t>
      </w:r>
      <w:r w:rsidR="00E82F9A" w:rsidRPr="00E82F9A">
        <w:rPr>
          <w:rFonts w:ascii="Times New Roman" w:hAnsi="Times New Roman" w:cs="Times New Roman"/>
          <w:b/>
          <w:sz w:val="20"/>
          <w:szCs w:val="20"/>
        </w:rPr>
        <w:t>, devidamente assinado.</w:t>
      </w:r>
    </w:p>
    <w:p w:rsidR="00E82F9A" w:rsidRPr="00E82F9A" w:rsidRDefault="009F6D5F" w:rsidP="00E82F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Anexo 4 </w:t>
      </w:r>
      <w:r w:rsidR="00E82F9A">
        <w:rPr>
          <w:rFonts w:ascii="Times New Roman" w:hAnsi="Times New Roman" w:cs="Times New Roman"/>
          <w:b/>
          <w:sz w:val="20"/>
          <w:szCs w:val="20"/>
        </w:rPr>
        <w:t xml:space="preserve">- </w:t>
      </w:r>
      <w:r>
        <w:rPr>
          <w:rFonts w:ascii="Times New Roman" w:hAnsi="Times New Roman" w:cs="Times New Roman"/>
          <w:b/>
          <w:sz w:val="20"/>
          <w:szCs w:val="20"/>
        </w:rPr>
        <w:t>Memória descritiva detalhada do projeto de investigação</w:t>
      </w:r>
      <w:r w:rsidR="00E82F9A">
        <w:rPr>
          <w:rFonts w:ascii="Times New Roman" w:hAnsi="Times New Roman" w:cs="Times New Roman"/>
          <w:b/>
          <w:sz w:val="20"/>
          <w:szCs w:val="20"/>
        </w:rPr>
        <w:t>.</w:t>
      </w:r>
    </w:p>
    <w:p w:rsidR="00B6332F" w:rsidRDefault="00B6332F" w:rsidP="00B6332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5462195" wp14:editId="0E831FA8">
                <wp:simplePos x="0" y="0"/>
                <wp:positionH relativeFrom="column">
                  <wp:posOffset>-32385</wp:posOffset>
                </wp:positionH>
                <wp:positionV relativeFrom="paragraph">
                  <wp:posOffset>116840</wp:posOffset>
                </wp:positionV>
                <wp:extent cx="5472000" cy="2133600"/>
                <wp:effectExtent l="0" t="0" r="14605" b="19050"/>
                <wp:wrapNone/>
                <wp:docPr id="3" name="Rec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000" cy="21336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ângulo 3" o:spid="_x0000_s1026" style="position:absolute;margin-left:-2.55pt;margin-top:9.2pt;width:430.85pt;height:168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" fillcolor="#e5b8b7 [1301]" strokecolor="#e5b8b7 [1301]" strokeweight="2pt"/>
            </w:pict>
          </mc:Fallback>
        </mc:AlternateContent>
      </w:r>
    </w:p>
    <w:p w:rsidR="00B6332F" w:rsidRPr="00526A53" w:rsidRDefault="00B6332F" w:rsidP="00B633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4"/>
        </w:rPr>
      </w:pPr>
      <w:r w:rsidRPr="00526A53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4"/>
        </w:rPr>
        <w:t>IMPORTANTE</w:t>
      </w:r>
    </w:p>
    <w:p w:rsidR="00B6332F" w:rsidRDefault="00B6332F" w:rsidP="00B6332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943634" w:themeColor="accent2" w:themeShade="BF"/>
          <w:sz w:val="20"/>
          <w:szCs w:val="20"/>
        </w:rPr>
      </w:pPr>
    </w:p>
    <w:p w:rsidR="00526A53" w:rsidRDefault="00526A53" w:rsidP="006C75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4"/>
        </w:rPr>
        <w:t xml:space="preserve">O formulário de </w:t>
      </w:r>
      <w:r w:rsidR="00E82F9A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4"/>
        </w:rPr>
        <w:t>candidatura</w:t>
      </w:r>
      <w:r w:rsidR="009F6D5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4"/>
        </w:rPr>
        <w:t>,</w:t>
      </w:r>
      <w:r w:rsidR="00E82F9A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4"/>
        </w:rPr>
        <w:t xml:space="preserve"> </w:t>
      </w:r>
      <w:r w:rsidR="009F6D5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4"/>
        </w:rPr>
        <w:t xml:space="preserve">devidamente preenchido, </w:t>
      </w:r>
      <w:r w:rsidR="00E82F9A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4"/>
        </w:rPr>
        <w:t xml:space="preserve">deve ser </w:t>
      </w:r>
      <w:r w:rsidR="009F6D5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4"/>
        </w:rPr>
        <w:t xml:space="preserve">impresso e assinado pelo(a) candidato(a) e </w:t>
      </w:r>
      <w:r w:rsidR="00E82F9A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4"/>
        </w:rPr>
        <w:t xml:space="preserve">remetido, </w:t>
      </w:r>
      <w:r w:rsidR="009F6D5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4"/>
        </w:rPr>
        <w:t xml:space="preserve">acompanhado da documentação referida, </w:t>
      </w:r>
      <w:r w:rsidR="00E82F9A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4"/>
        </w:rPr>
        <w:t xml:space="preserve">para </w:t>
      </w:r>
      <w:hyperlink r:id="rId8" w:history="1">
        <w:r w:rsidR="00E82F9A" w:rsidRPr="009336F3">
          <w:rPr>
            <w:rStyle w:val="Hiperligao"/>
            <w:rFonts w:ascii="Times New Roman" w:eastAsia="Times New Roman" w:hAnsi="Times New Roman" w:cs="Times New Roman"/>
            <w:b/>
            <w:bCs/>
            <w:color w:val="0000BF" w:themeColor="hyperlink" w:themeShade="BF"/>
            <w:sz w:val="24"/>
            <w:szCs w:val="24"/>
          </w:rPr>
          <w:t>sec@uaum.uminho.pt</w:t>
        </w:r>
      </w:hyperlink>
      <w:r w:rsidR="009F6D5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4"/>
        </w:rPr>
        <w:t>, tudo em formato PDF e identificado como segue:</w:t>
      </w:r>
    </w:p>
    <w:p w:rsidR="006C75B4" w:rsidRDefault="006C75B4" w:rsidP="006C75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4"/>
          <w:szCs w:val="24"/>
        </w:rPr>
      </w:pPr>
    </w:p>
    <w:p w:rsidR="006C75B4" w:rsidRPr="006C75B4" w:rsidRDefault="006C75B4" w:rsidP="006C7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943634" w:themeColor="accent2" w:themeShade="BF"/>
        </w:rPr>
      </w:pPr>
      <w:r w:rsidRPr="006C75B4">
        <w:rPr>
          <w:rFonts w:ascii="Times New Roman" w:eastAsia="Times New Roman" w:hAnsi="Times New Roman" w:cs="Times New Roman"/>
          <w:bCs/>
          <w:color w:val="943634" w:themeColor="accent2" w:themeShade="BF"/>
        </w:rPr>
        <w:t>Formulário</w:t>
      </w:r>
      <w:r w:rsidRPr="006C75B4">
        <w:rPr>
          <w:rFonts w:ascii="Times New Roman" w:eastAsia="Times New Roman" w:hAnsi="Times New Roman" w:cs="Times New Roman"/>
          <w:b/>
          <w:bCs/>
          <w:color w:val="943634" w:themeColor="accent2" w:themeShade="BF"/>
        </w:rPr>
        <w:t xml:space="preserve"> </w:t>
      </w:r>
      <w:r w:rsidRPr="006C75B4">
        <w:rPr>
          <w:rFonts w:ascii="Times New Roman" w:eastAsia="Times New Roman" w:hAnsi="Times New Roman" w:cs="Times New Roman"/>
          <w:bCs/>
          <w:color w:val="943634" w:themeColor="accent2" w:themeShade="BF"/>
        </w:rPr>
        <w:t>=</w:t>
      </w:r>
      <w:r w:rsidRPr="006C75B4">
        <w:rPr>
          <w:rFonts w:ascii="Times New Roman" w:eastAsia="Times New Roman" w:hAnsi="Times New Roman" w:cs="Times New Roman"/>
          <w:b/>
          <w:bCs/>
          <w:color w:val="943634" w:themeColor="accent2" w:themeShade="BF"/>
        </w:rPr>
        <w:t xml:space="preserve"> primeiro e último nome do(a) </w:t>
      </w:r>
      <w:proofErr w:type="gramStart"/>
      <w:r w:rsidRPr="006C75B4">
        <w:rPr>
          <w:rFonts w:ascii="Times New Roman" w:eastAsia="Times New Roman" w:hAnsi="Times New Roman" w:cs="Times New Roman"/>
          <w:b/>
          <w:bCs/>
          <w:color w:val="943634" w:themeColor="accent2" w:themeShade="BF"/>
        </w:rPr>
        <w:t>candidato(a)_formulário_bolsaMBUM.</w:t>
      </w:r>
      <w:proofErr w:type="gramEnd"/>
      <w:r w:rsidRPr="006C75B4">
        <w:rPr>
          <w:rFonts w:ascii="Times New Roman" w:eastAsia="Times New Roman" w:hAnsi="Times New Roman" w:cs="Times New Roman"/>
          <w:b/>
          <w:bCs/>
          <w:color w:val="943634" w:themeColor="accent2" w:themeShade="BF"/>
        </w:rPr>
        <w:t>pdf</w:t>
      </w:r>
    </w:p>
    <w:p w:rsidR="006C75B4" w:rsidRPr="006C75B4" w:rsidRDefault="006C75B4" w:rsidP="006C7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943634" w:themeColor="accent2" w:themeShade="BF"/>
        </w:rPr>
      </w:pPr>
      <w:r>
        <w:rPr>
          <w:rFonts w:ascii="Times New Roman" w:eastAsia="Times New Roman" w:hAnsi="Times New Roman" w:cs="Times New Roman"/>
          <w:bCs/>
          <w:color w:val="943634" w:themeColor="accent2" w:themeShade="BF"/>
        </w:rPr>
        <w:t>Anexo 1</w:t>
      </w:r>
      <w:r w:rsidRPr="006C75B4">
        <w:rPr>
          <w:rFonts w:ascii="Times New Roman" w:eastAsia="Times New Roman" w:hAnsi="Times New Roman" w:cs="Times New Roman"/>
          <w:b/>
          <w:bCs/>
          <w:color w:val="943634" w:themeColor="accent2" w:themeShade="BF"/>
        </w:rPr>
        <w:t xml:space="preserve"> </w:t>
      </w:r>
      <w:r w:rsidRPr="006C75B4">
        <w:rPr>
          <w:rFonts w:ascii="Times New Roman" w:eastAsia="Times New Roman" w:hAnsi="Times New Roman" w:cs="Times New Roman"/>
          <w:bCs/>
          <w:color w:val="943634" w:themeColor="accent2" w:themeShade="BF"/>
        </w:rPr>
        <w:t>=</w:t>
      </w:r>
      <w:r w:rsidRPr="006C75B4">
        <w:rPr>
          <w:rFonts w:ascii="Times New Roman" w:eastAsia="Times New Roman" w:hAnsi="Times New Roman" w:cs="Times New Roman"/>
          <w:b/>
          <w:bCs/>
          <w:color w:val="943634" w:themeColor="accent2" w:themeShade="BF"/>
        </w:rPr>
        <w:t xml:space="preserve"> primeiro e último nome do(a) candidato(a)_</w:t>
      </w:r>
      <w:r>
        <w:rPr>
          <w:rFonts w:ascii="Times New Roman" w:eastAsia="Times New Roman" w:hAnsi="Times New Roman" w:cs="Times New Roman"/>
          <w:b/>
          <w:bCs/>
          <w:color w:val="943634" w:themeColor="accent2" w:themeShade="BF"/>
        </w:rPr>
        <w:t>anexo1</w:t>
      </w:r>
      <w:r w:rsidRPr="006C75B4">
        <w:rPr>
          <w:rFonts w:ascii="Times New Roman" w:eastAsia="Times New Roman" w:hAnsi="Times New Roman" w:cs="Times New Roman"/>
          <w:b/>
          <w:bCs/>
          <w:color w:val="943634" w:themeColor="accent2" w:themeShade="BF"/>
        </w:rPr>
        <w:t>_bolsaMBUM.pdf</w:t>
      </w:r>
    </w:p>
    <w:p w:rsidR="006C75B4" w:rsidRPr="006C75B4" w:rsidRDefault="006C75B4" w:rsidP="006C7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943634" w:themeColor="accent2" w:themeShade="BF"/>
        </w:rPr>
      </w:pPr>
      <w:r>
        <w:rPr>
          <w:rFonts w:ascii="Times New Roman" w:eastAsia="Times New Roman" w:hAnsi="Times New Roman" w:cs="Times New Roman"/>
          <w:bCs/>
          <w:color w:val="943634" w:themeColor="accent2" w:themeShade="BF"/>
        </w:rPr>
        <w:t>Anexo 2</w:t>
      </w:r>
      <w:r w:rsidRPr="006C75B4">
        <w:rPr>
          <w:rFonts w:ascii="Times New Roman" w:eastAsia="Times New Roman" w:hAnsi="Times New Roman" w:cs="Times New Roman"/>
          <w:b/>
          <w:bCs/>
          <w:color w:val="943634" w:themeColor="accent2" w:themeShade="BF"/>
        </w:rPr>
        <w:t xml:space="preserve"> </w:t>
      </w:r>
      <w:r w:rsidRPr="006C75B4">
        <w:rPr>
          <w:rFonts w:ascii="Times New Roman" w:eastAsia="Times New Roman" w:hAnsi="Times New Roman" w:cs="Times New Roman"/>
          <w:bCs/>
          <w:color w:val="943634" w:themeColor="accent2" w:themeShade="BF"/>
        </w:rPr>
        <w:t>=</w:t>
      </w:r>
      <w:r w:rsidRPr="006C75B4">
        <w:rPr>
          <w:rFonts w:ascii="Times New Roman" w:eastAsia="Times New Roman" w:hAnsi="Times New Roman" w:cs="Times New Roman"/>
          <w:b/>
          <w:bCs/>
          <w:color w:val="943634" w:themeColor="accent2" w:themeShade="BF"/>
        </w:rPr>
        <w:t xml:space="preserve"> primeiro e último nome do(a) candidato(a)_</w:t>
      </w:r>
      <w:r>
        <w:rPr>
          <w:rFonts w:ascii="Times New Roman" w:eastAsia="Times New Roman" w:hAnsi="Times New Roman" w:cs="Times New Roman"/>
          <w:b/>
          <w:bCs/>
          <w:color w:val="943634" w:themeColor="accent2" w:themeShade="BF"/>
        </w:rPr>
        <w:t>anexo2</w:t>
      </w:r>
      <w:r w:rsidRPr="006C75B4">
        <w:rPr>
          <w:rFonts w:ascii="Times New Roman" w:eastAsia="Times New Roman" w:hAnsi="Times New Roman" w:cs="Times New Roman"/>
          <w:b/>
          <w:bCs/>
          <w:color w:val="943634" w:themeColor="accent2" w:themeShade="BF"/>
        </w:rPr>
        <w:t>_bolsaMBUM.pdf</w:t>
      </w:r>
    </w:p>
    <w:p w:rsidR="006C75B4" w:rsidRPr="006C75B4" w:rsidRDefault="006C75B4" w:rsidP="006C7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943634" w:themeColor="accent2" w:themeShade="BF"/>
        </w:rPr>
      </w:pPr>
      <w:r>
        <w:rPr>
          <w:rFonts w:ascii="Times New Roman" w:eastAsia="Times New Roman" w:hAnsi="Times New Roman" w:cs="Times New Roman"/>
          <w:bCs/>
          <w:color w:val="943634" w:themeColor="accent2" w:themeShade="BF"/>
        </w:rPr>
        <w:t>Anexo 3</w:t>
      </w:r>
      <w:r w:rsidRPr="006C75B4">
        <w:rPr>
          <w:rFonts w:ascii="Times New Roman" w:eastAsia="Times New Roman" w:hAnsi="Times New Roman" w:cs="Times New Roman"/>
          <w:b/>
          <w:bCs/>
          <w:color w:val="943634" w:themeColor="accent2" w:themeShade="BF"/>
        </w:rPr>
        <w:t xml:space="preserve"> </w:t>
      </w:r>
      <w:r w:rsidRPr="006C75B4">
        <w:rPr>
          <w:rFonts w:ascii="Times New Roman" w:eastAsia="Times New Roman" w:hAnsi="Times New Roman" w:cs="Times New Roman"/>
          <w:bCs/>
          <w:color w:val="943634" w:themeColor="accent2" w:themeShade="BF"/>
        </w:rPr>
        <w:t>=</w:t>
      </w:r>
      <w:r w:rsidRPr="006C75B4">
        <w:rPr>
          <w:rFonts w:ascii="Times New Roman" w:eastAsia="Times New Roman" w:hAnsi="Times New Roman" w:cs="Times New Roman"/>
          <w:b/>
          <w:bCs/>
          <w:color w:val="943634" w:themeColor="accent2" w:themeShade="BF"/>
        </w:rPr>
        <w:t xml:space="preserve"> primeiro e último nome do(a) candidato(a)_</w:t>
      </w:r>
      <w:r>
        <w:rPr>
          <w:rFonts w:ascii="Times New Roman" w:eastAsia="Times New Roman" w:hAnsi="Times New Roman" w:cs="Times New Roman"/>
          <w:b/>
          <w:bCs/>
          <w:color w:val="943634" w:themeColor="accent2" w:themeShade="BF"/>
        </w:rPr>
        <w:t>anexo3</w:t>
      </w:r>
      <w:r w:rsidRPr="006C75B4">
        <w:rPr>
          <w:rFonts w:ascii="Times New Roman" w:eastAsia="Times New Roman" w:hAnsi="Times New Roman" w:cs="Times New Roman"/>
          <w:b/>
          <w:bCs/>
          <w:color w:val="943634" w:themeColor="accent2" w:themeShade="BF"/>
        </w:rPr>
        <w:t>_bolsaMBUM.pdf</w:t>
      </w:r>
    </w:p>
    <w:p w:rsidR="006C75B4" w:rsidRPr="006C75B4" w:rsidRDefault="006C75B4" w:rsidP="006C7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943634" w:themeColor="accent2" w:themeShade="BF"/>
        </w:rPr>
      </w:pPr>
      <w:r>
        <w:rPr>
          <w:rFonts w:ascii="Times New Roman" w:eastAsia="Times New Roman" w:hAnsi="Times New Roman" w:cs="Times New Roman"/>
          <w:bCs/>
          <w:color w:val="943634" w:themeColor="accent2" w:themeShade="BF"/>
        </w:rPr>
        <w:t>Anexo 4</w:t>
      </w:r>
      <w:r w:rsidRPr="006C75B4">
        <w:rPr>
          <w:rFonts w:ascii="Times New Roman" w:eastAsia="Times New Roman" w:hAnsi="Times New Roman" w:cs="Times New Roman"/>
          <w:b/>
          <w:bCs/>
          <w:color w:val="943634" w:themeColor="accent2" w:themeShade="BF"/>
        </w:rPr>
        <w:t xml:space="preserve"> </w:t>
      </w:r>
      <w:r w:rsidRPr="006C75B4">
        <w:rPr>
          <w:rFonts w:ascii="Times New Roman" w:eastAsia="Times New Roman" w:hAnsi="Times New Roman" w:cs="Times New Roman"/>
          <w:bCs/>
          <w:color w:val="943634" w:themeColor="accent2" w:themeShade="BF"/>
        </w:rPr>
        <w:t>=</w:t>
      </w:r>
      <w:r w:rsidRPr="006C75B4">
        <w:rPr>
          <w:rFonts w:ascii="Times New Roman" w:eastAsia="Times New Roman" w:hAnsi="Times New Roman" w:cs="Times New Roman"/>
          <w:b/>
          <w:bCs/>
          <w:color w:val="943634" w:themeColor="accent2" w:themeShade="BF"/>
        </w:rPr>
        <w:t xml:space="preserve"> primeiro e último nome do(a) candidato(a)_</w:t>
      </w:r>
      <w:r>
        <w:rPr>
          <w:rFonts w:ascii="Times New Roman" w:eastAsia="Times New Roman" w:hAnsi="Times New Roman" w:cs="Times New Roman"/>
          <w:b/>
          <w:bCs/>
          <w:color w:val="943634" w:themeColor="accent2" w:themeShade="BF"/>
        </w:rPr>
        <w:t>anexo4</w:t>
      </w:r>
      <w:r w:rsidRPr="006C75B4">
        <w:rPr>
          <w:rFonts w:ascii="Times New Roman" w:eastAsia="Times New Roman" w:hAnsi="Times New Roman" w:cs="Times New Roman"/>
          <w:b/>
          <w:bCs/>
          <w:color w:val="943634" w:themeColor="accent2" w:themeShade="BF"/>
        </w:rPr>
        <w:t>_bolsaMBUM.pdf</w:t>
      </w:r>
    </w:p>
    <w:p w:rsidR="00B6332F" w:rsidRPr="00F81B8C" w:rsidRDefault="00B6332F" w:rsidP="00B633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943634" w:themeColor="accent2" w:themeShade="BF"/>
          <w:sz w:val="20"/>
          <w:szCs w:val="20"/>
        </w:rPr>
      </w:pPr>
    </w:p>
    <w:p w:rsidR="00B6332F" w:rsidRDefault="00B6332F" w:rsidP="00B633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75EC" w:rsidRDefault="00B575EC" w:rsidP="00B575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63E5C" w:rsidRDefault="00E63E5C" w:rsidP="00B575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75EC" w:rsidRDefault="00B575EC" w:rsidP="00B575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F. ASSINATURA</w:t>
      </w:r>
    </w:p>
    <w:p w:rsidR="00B575EC" w:rsidRDefault="00B575EC" w:rsidP="00B575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63E5C" w:rsidRDefault="00E63E5C" w:rsidP="00B575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63E5C" w:rsidRPr="00391111" w:rsidRDefault="00E63E5C" w:rsidP="00B575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575EC" w:rsidRDefault="00B575EC" w:rsidP="00B575E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O(a) Candidato(a)</w:t>
      </w:r>
    </w:p>
    <w:p w:rsidR="00B6332F" w:rsidRDefault="00B6332F" w:rsidP="00B633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575EC" w:rsidRDefault="00B575EC" w:rsidP="00B633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575EC" w:rsidRDefault="00B575EC" w:rsidP="00B6332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575EC" w:rsidRDefault="00B575EC" w:rsidP="00B575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B575EC" w:rsidRDefault="00B575EC" w:rsidP="00B633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575EC" w:rsidSect="00F948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69D" w:rsidRDefault="0039669D" w:rsidP="00A02813">
      <w:pPr>
        <w:spacing w:after="0" w:line="240" w:lineRule="auto"/>
      </w:pPr>
      <w:r>
        <w:separator/>
      </w:r>
    </w:p>
  </w:endnote>
  <w:endnote w:type="continuationSeparator" w:id="0">
    <w:p w:rsidR="0039669D" w:rsidRDefault="0039669D" w:rsidP="00A02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813" w:rsidRDefault="00A02813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813" w:rsidRDefault="00A02813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813" w:rsidRDefault="00A0281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69D" w:rsidRDefault="0039669D" w:rsidP="00A02813">
      <w:pPr>
        <w:spacing w:after="0" w:line="240" w:lineRule="auto"/>
      </w:pPr>
      <w:r>
        <w:separator/>
      </w:r>
    </w:p>
  </w:footnote>
  <w:footnote w:type="continuationSeparator" w:id="0">
    <w:p w:rsidR="0039669D" w:rsidRDefault="0039669D" w:rsidP="00A02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813" w:rsidRDefault="00A02813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813" w:rsidRDefault="00A02813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813" w:rsidRDefault="00A0281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5BB"/>
    <w:rsid w:val="000C188A"/>
    <w:rsid w:val="000E030F"/>
    <w:rsid w:val="00154600"/>
    <w:rsid w:val="00267940"/>
    <w:rsid w:val="00371480"/>
    <w:rsid w:val="0039669D"/>
    <w:rsid w:val="00456887"/>
    <w:rsid w:val="00482107"/>
    <w:rsid w:val="004A1C30"/>
    <w:rsid w:val="00526A53"/>
    <w:rsid w:val="006C75B4"/>
    <w:rsid w:val="006F05D6"/>
    <w:rsid w:val="008B1FD7"/>
    <w:rsid w:val="009F6D5F"/>
    <w:rsid w:val="00A02813"/>
    <w:rsid w:val="00A460E0"/>
    <w:rsid w:val="00A821A9"/>
    <w:rsid w:val="00B575EC"/>
    <w:rsid w:val="00B6332F"/>
    <w:rsid w:val="00B74CB5"/>
    <w:rsid w:val="00CB45BB"/>
    <w:rsid w:val="00E63E5C"/>
    <w:rsid w:val="00E82F9A"/>
    <w:rsid w:val="00F81B8C"/>
    <w:rsid w:val="00F94825"/>
    <w:rsid w:val="00FA2A0C"/>
    <w:rsid w:val="00FB6DD7"/>
    <w:rsid w:val="00FF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F94825"/>
    <w:rPr>
      <w:color w:val="808080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F94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9482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94825"/>
    <w:pPr>
      <w:spacing w:after="0" w:line="240" w:lineRule="auto"/>
      <w:ind w:left="720"/>
      <w:contextualSpacing/>
      <w:jc w:val="both"/>
    </w:pPr>
    <w:rPr>
      <w:rFonts w:ascii="Verdana" w:eastAsia="Times New Roman" w:hAnsi="Verdana" w:cs="Times New Roman"/>
      <w:sz w:val="24"/>
      <w:lang w:eastAsia="en-US"/>
    </w:rPr>
  </w:style>
  <w:style w:type="character" w:styleId="Hiperligao">
    <w:name w:val="Hyperlink"/>
    <w:basedOn w:val="Tipodeletrapredefinidodopargrafo"/>
    <w:uiPriority w:val="99"/>
    <w:unhideWhenUsed/>
    <w:rsid w:val="00E82F9A"/>
    <w:rPr>
      <w:color w:val="0000FF" w:themeColor="hyperlink"/>
      <w:u w:val="single"/>
    </w:rPr>
  </w:style>
  <w:style w:type="paragraph" w:styleId="Cabealho">
    <w:name w:val="header"/>
    <w:basedOn w:val="Normal"/>
    <w:link w:val="CabealhoCarcter"/>
    <w:uiPriority w:val="99"/>
    <w:unhideWhenUsed/>
    <w:rsid w:val="00A028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A02813"/>
  </w:style>
  <w:style w:type="paragraph" w:styleId="Rodap">
    <w:name w:val="footer"/>
    <w:basedOn w:val="Normal"/>
    <w:link w:val="RodapCarcter"/>
    <w:uiPriority w:val="99"/>
    <w:unhideWhenUsed/>
    <w:rsid w:val="00A028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A028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F94825"/>
    <w:rPr>
      <w:color w:val="808080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F94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9482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94825"/>
    <w:pPr>
      <w:spacing w:after="0" w:line="240" w:lineRule="auto"/>
      <w:ind w:left="720"/>
      <w:contextualSpacing/>
      <w:jc w:val="both"/>
    </w:pPr>
    <w:rPr>
      <w:rFonts w:ascii="Verdana" w:eastAsia="Times New Roman" w:hAnsi="Verdana" w:cs="Times New Roman"/>
      <w:sz w:val="24"/>
      <w:lang w:eastAsia="en-US"/>
    </w:rPr>
  </w:style>
  <w:style w:type="character" w:styleId="Hiperligao">
    <w:name w:val="Hyperlink"/>
    <w:basedOn w:val="Tipodeletrapredefinidodopargrafo"/>
    <w:uiPriority w:val="99"/>
    <w:unhideWhenUsed/>
    <w:rsid w:val="00E82F9A"/>
    <w:rPr>
      <w:color w:val="0000FF" w:themeColor="hyperlink"/>
      <w:u w:val="single"/>
    </w:rPr>
  </w:style>
  <w:style w:type="paragraph" w:styleId="Cabealho">
    <w:name w:val="header"/>
    <w:basedOn w:val="Normal"/>
    <w:link w:val="CabealhoCarcter"/>
    <w:uiPriority w:val="99"/>
    <w:unhideWhenUsed/>
    <w:rsid w:val="00A028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A02813"/>
  </w:style>
  <w:style w:type="paragraph" w:styleId="Rodap">
    <w:name w:val="footer"/>
    <w:basedOn w:val="Normal"/>
    <w:link w:val="RodapCarcter"/>
    <w:uiPriority w:val="99"/>
    <w:unhideWhenUsed/>
    <w:rsid w:val="00A028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A02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@uaum.uminho.pt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osActivos\bolsasInvestiga&#231;&#227;o_MB-UM\formul&#225;rio_bolsaMB-U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2E2615730B9458688D57B57AB78402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E2F5594-B16E-4781-A200-3F927C6F3022}"/>
      </w:docPartPr>
      <w:docPartBody>
        <w:p w:rsidR="00FF2A31" w:rsidRDefault="00D47128">
          <w:pPr>
            <w:pStyle w:val="22E2615730B9458688D57B57AB784027"/>
          </w:pPr>
          <w:r w:rsidRPr="00A460E0">
            <w:rPr>
              <w:rStyle w:val="TextodoMarcadordePosio"/>
              <w:highlight w:val="lightGray"/>
            </w:rPr>
            <w:t>Clique aqui para introduzir texto.</w:t>
          </w:r>
        </w:p>
      </w:docPartBody>
    </w:docPart>
    <w:docPart>
      <w:docPartPr>
        <w:name w:val="B1012EF4B6614B1FBA412598C71773A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870F5F1-63F7-4AFD-9A43-501D0EBBCD16}"/>
      </w:docPartPr>
      <w:docPartBody>
        <w:p w:rsidR="00FF2A31" w:rsidRDefault="00D47128">
          <w:pPr>
            <w:pStyle w:val="B1012EF4B6614B1FBA412598C71773A9"/>
          </w:pPr>
          <w:r w:rsidRPr="00A460E0">
            <w:rPr>
              <w:rStyle w:val="TextodoMarcadordePosio"/>
              <w:highlight w:val="lightGray"/>
            </w:rPr>
            <w:t>Clique aqui para introduzir texto.</w:t>
          </w:r>
        </w:p>
      </w:docPartBody>
    </w:docPart>
    <w:docPart>
      <w:docPartPr>
        <w:name w:val="B7AAAD65A6B64F5B8D9E94DA6EDF4B7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25C7A9D-D836-451D-8E09-2A8FCC49A557}"/>
      </w:docPartPr>
      <w:docPartBody>
        <w:p w:rsidR="00FF2A31" w:rsidRDefault="00D47128">
          <w:pPr>
            <w:pStyle w:val="B7AAAD65A6B64F5B8D9E94DA6EDF4B76"/>
          </w:pPr>
          <w:r w:rsidRPr="00A460E0">
            <w:rPr>
              <w:rStyle w:val="TextodoMarcadordePosio"/>
              <w:highlight w:val="lightGray"/>
            </w:rPr>
            <w:t>Clique aqui para introduzir texto.</w:t>
          </w:r>
        </w:p>
      </w:docPartBody>
    </w:docPart>
    <w:docPart>
      <w:docPartPr>
        <w:name w:val="BD8A9647A05A48B09CEB7898CCB63B0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A9687A-9544-4288-924E-67C7B8510167}"/>
      </w:docPartPr>
      <w:docPartBody>
        <w:p w:rsidR="00FF2A31" w:rsidRDefault="00D47128">
          <w:pPr>
            <w:pStyle w:val="BD8A9647A05A48B09CEB7898CCB63B0F"/>
          </w:pPr>
          <w:r w:rsidRPr="00A460E0">
            <w:rPr>
              <w:rStyle w:val="TextodoMarcadordePosio"/>
              <w:highlight w:val="lightGray"/>
            </w:rPr>
            <w:t>Clique aqui para introduzir texto.</w:t>
          </w:r>
        </w:p>
      </w:docPartBody>
    </w:docPart>
    <w:docPart>
      <w:docPartPr>
        <w:name w:val="ABB06C59D0254F5BA171E33341C71D3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259C3B0-D47A-44CD-8565-5C4237CBD169}"/>
      </w:docPartPr>
      <w:docPartBody>
        <w:p w:rsidR="00FF2A31" w:rsidRDefault="00D47128">
          <w:pPr>
            <w:pStyle w:val="ABB06C59D0254F5BA171E33341C71D39"/>
          </w:pPr>
          <w:r w:rsidRPr="00A460E0">
            <w:rPr>
              <w:rStyle w:val="TextodoMarcadordePosio"/>
              <w:highlight w:val="lightGray"/>
            </w:rPr>
            <w:t>Clique aqui para introduzir texto.</w:t>
          </w:r>
        </w:p>
      </w:docPartBody>
    </w:docPart>
    <w:docPart>
      <w:docPartPr>
        <w:name w:val="9592BD0713C04BF89A643978715975E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DC2BCDB-F045-4F79-B215-51ED910908EF}"/>
      </w:docPartPr>
      <w:docPartBody>
        <w:p w:rsidR="00FF2A31" w:rsidRDefault="00D47128">
          <w:pPr>
            <w:pStyle w:val="9592BD0713C04BF89A643978715975EA"/>
          </w:pPr>
          <w:r w:rsidRPr="00267940">
            <w:rPr>
              <w:rStyle w:val="TextodoMarcadordePosio"/>
              <w:highlight w:val="lightGray"/>
            </w:rPr>
            <w:t>Clique aqui para introduzir texto.</w:t>
          </w:r>
        </w:p>
      </w:docPartBody>
    </w:docPart>
    <w:docPart>
      <w:docPartPr>
        <w:name w:val="6DDA1E44408A45308DCDFF8397F34C3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ABF54B8-E2FC-4DCB-9E6B-9C32EBE47B82}"/>
      </w:docPartPr>
      <w:docPartBody>
        <w:p w:rsidR="00FF2A31" w:rsidRDefault="00D47128">
          <w:pPr>
            <w:pStyle w:val="6DDA1E44408A45308DCDFF8397F34C38"/>
          </w:pPr>
          <w:r w:rsidRPr="00267940">
            <w:rPr>
              <w:rStyle w:val="TextodoMarcadordePosio"/>
              <w:highlight w:val="lightGray"/>
            </w:rPr>
            <w:t>Clique aqui para introduzir texto.</w:t>
          </w:r>
        </w:p>
      </w:docPartBody>
    </w:docPart>
    <w:docPart>
      <w:docPartPr>
        <w:name w:val="E6FAA6C0B2B94D348450E0105FA0EE9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5E47D33-80B6-45A8-8943-B6B9A3B0A204}"/>
      </w:docPartPr>
      <w:docPartBody>
        <w:p w:rsidR="00FF2A31" w:rsidRDefault="00D47128">
          <w:pPr>
            <w:pStyle w:val="E6FAA6C0B2B94D348450E0105FA0EE97"/>
          </w:pPr>
          <w:r w:rsidRPr="00267940">
            <w:rPr>
              <w:rStyle w:val="TextodoMarcadordePosio"/>
              <w:highlight w:val="lightGray"/>
            </w:rPr>
            <w:t>Clique aqui para introduzir texto.</w:t>
          </w:r>
        </w:p>
      </w:docPartBody>
    </w:docPart>
    <w:docPart>
      <w:docPartPr>
        <w:name w:val="B8492ABAF4D64C75A06F9F684C0D91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7337350-80A8-4630-8516-F03B9B21A0F3}"/>
      </w:docPartPr>
      <w:docPartBody>
        <w:p w:rsidR="00FF2A31" w:rsidRDefault="00D47128">
          <w:pPr>
            <w:pStyle w:val="B8492ABAF4D64C75A06F9F684C0D9140"/>
          </w:pPr>
          <w:r w:rsidRPr="00267940">
            <w:rPr>
              <w:rStyle w:val="TextodoMarcadordePosio"/>
              <w:highlight w:val="lightGray"/>
            </w:rPr>
            <w:t>Clique aqui para introduzir texto.</w:t>
          </w:r>
        </w:p>
      </w:docPartBody>
    </w:docPart>
    <w:docPart>
      <w:docPartPr>
        <w:name w:val="A1BEBF7333F24E47B405FA81EF964BC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4670987-EBC5-43F7-9CDC-9DD2F70B9EEB}"/>
      </w:docPartPr>
      <w:docPartBody>
        <w:p w:rsidR="00FF2A31" w:rsidRDefault="00D47128">
          <w:pPr>
            <w:pStyle w:val="A1BEBF7333F24E47B405FA81EF964BCB"/>
          </w:pPr>
          <w:r w:rsidRPr="009336F3">
            <w:rPr>
              <w:rStyle w:val="TextodoMarcadordePosio"/>
            </w:rPr>
            <w:t>Escolha um item.</w:t>
          </w:r>
        </w:p>
      </w:docPartBody>
    </w:docPart>
    <w:docPart>
      <w:docPartPr>
        <w:name w:val="20BF0F36A851461DBB4A98C265A961D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CE86BBE-5A01-444F-B3DF-7182097AD88A}"/>
      </w:docPartPr>
      <w:docPartBody>
        <w:p w:rsidR="00FF2A31" w:rsidRDefault="00D47128">
          <w:pPr>
            <w:pStyle w:val="20BF0F36A851461DBB4A98C265A961D5"/>
          </w:pPr>
          <w:r w:rsidRPr="00B74CB5">
            <w:rPr>
              <w:rStyle w:val="TextodoMarcadordePosio"/>
              <w:highlight w:val="lightGray"/>
            </w:rPr>
            <w:t>Clique aqui para introduzir texto.</w:t>
          </w:r>
        </w:p>
      </w:docPartBody>
    </w:docPart>
    <w:docPart>
      <w:docPartPr>
        <w:name w:val="5472D4DA6D24456BA77FCC7176659C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916C0B0-3851-4838-A6C6-573CB054C458}"/>
      </w:docPartPr>
      <w:docPartBody>
        <w:p w:rsidR="00FF2A31" w:rsidRDefault="00D47128">
          <w:pPr>
            <w:pStyle w:val="5472D4DA6D24456BA77FCC7176659C6F"/>
          </w:pPr>
          <w:r w:rsidRPr="00B74CB5">
            <w:rPr>
              <w:rStyle w:val="TextodoMarcadordePosio"/>
              <w:highlight w:val="lightGray"/>
            </w:rPr>
            <w:t>Clique aqui para introduzir texto.</w:t>
          </w:r>
        </w:p>
      </w:docPartBody>
    </w:docPart>
    <w:docPart>
      <w:docPartPr>
        <w:name w:val="863067EABE7A49D4A021BB3DB22B900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D58B926-267B-4E75-A2B8-3182FC65581F}"/>
      </w:docPartPr>
      <w:docPartBody>
        <w:p w:rsidR="00FF2A31" w:rsidRDefault="00D47128">
          <w:pPr>
            <w:pStyle w:val="863067EABE7A49D4A021BB3DB22B9003"/>
          </w:pPr>
          <w:r w:rsidRPr="00A460E0">
            <w:rPr>
              <w:rStyle w:val="TextodoMarcadordePosio"/>
              <w:highlight w:val="lightGray"/>
            </w:rPr>
            <w:t>Clique aqui para introduzir texto.</w:t>
          </w:r>
        </w:p>
      </w:docPartBody>
    </w:docPart>
    <w:docPart>
      <w:docPartPr>
        <w:name w:val="AA17D319B3FD489A9B17A2E7C4F4946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66917AC-B3BD-41D2-B3DC-C773B4FF81B1}"/>
      </w:docPartPr>
      <w:docPartBody>
        <w:p w:rsidR="00FF2A31" w:rsidRDefault="00D47128">
          <w:pPr>
            <w:pStyle w:val="AA17D319B3FD489A9B17A2E7C4F4946C"/>
          </w:pPr>
          <w:r w:rsidRPr="00F81B8C">
            <w:rPr>
              <w:rStyle w:val="TextodoMarcadordePosio"/>
              <w:highlight w:val="lightGray"/>
            </w:rPr>
            <w:t>Clique aqui para introduzir texto.</w:t>
          </w:r>
        </w:p>
      </w:docPartBody>
    </w:docPart>
    <w:docPart>
      <w:docPartPr>
        <w:name w:val="FCE315221B064726AF6A8A955294907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BAEE52D-E8B4-4083-BD7E-212614AF1809}"/>
      </w:docPartPr>
      <w:docPartBody>
        <w:p w:rsidR="005E5FBF" w:rsidRDefault="00D47128" w:rsidP="00FA2A0C">
          <w:pPr>
            <w:spacing w:after="0" w:line="240" w:lineRule="auto"/>
            <w:ind w:firstLine="284"/>
            <w:rPr>
              <w:rStyle w:val="TextodoMarcadordePosio"/>
              <w:highlight w:val="lightGray"/>
            </w:rPr>
          </w:pPr>
          <w:r w:rsidRPr="00FA2A0C">
            <w:rPr>
              <w:rStyle w:val="TextodoMarcadordePosio"/>
              <w:highlight w:val="lightGray"/>
            </w:rPr>
            <w:t>Clique aqui para introduzir texto.</w:t>
          </w:r>
        </w:p>
        <w:p w:rsidR="00FF2A31" w:rsidRDefault="00D47128">
          <w:pPr>
            <w:pStyle w:val="FCE315221B064726AF6A8A955294907C"/>
          </w:pPr>
          <w:r>
            <w:rPr>
              <w:rStyle w:val="TextodoMarcadordePosio"/>
              <w:highlight w:val="lightGray"/>
            </w:rPr>
            <w:t>Até 1</w:t>
          </w:r>
          <w:r w:rsidRPr="00FA2A0C">
            <w:rPr>
              <w:rStyle w:val="TextodoMarcadordePosio"/>
              <w:highlight w:val="lightGray"/>
            </w:rPr>
            <w:t>500 carateres (inclui espaços)</w:t>
          </w:r>
        </w:p>
      </w:docPartBody>
    </w:docPart>
    <w:docPart>
      <w:docPartPr>
        <w:name w:val="2DE0566CC6F443799F644EE68958F0D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8ABD055-5413-4F9C-98A3-0756EDE136AF}"/>
      </w:docPartPr>
      <w:docPartBody>
        <w:p w:rsidR="005E5FBF" w:rsidRPr="00F81B8C" w:rsidRDefault="00D47128" w:rsidP="00FA2A0C">
          <w:pPr>
            <w:spacing w:after="0" w:line="240" w:lineRule="auto"/>
            <w:ind w:firstLine="284"/>
            <w:rPr>
              <w:rStyle w:val="TextodoMarcadordePosio"/>
              <w:color w:val="808080" w:themeColor="background1" w:themeShade="80"/>
              <w:highlight w:val="lightGray"/>
            </w:rPr>
          </w:pPr>
          <w:r w:rsidRPr="00F81B8C">
            <w:rPr>
              <w:rStyle w:val="TextodoMarcadordePosio"/>
              <w:color w:val="808080" w:themeColor="background1" w:themeShade="80"/>
              <w:highlight w:val="lightGray"/>
            </w:rPr>
            <w:t>Clique aqui para introduzir texto.</w:t>
          </w:r>
        </w:p>
        <w:p w:rsidR="005E5FBF" w:rsidRDefault="00D47128" w:rsidP="00FA2A0C">
          <w:pPr>
            <w:spacing w:after="0" w:line="240" w:lineRule="auto"/>
            <w:ind w:firstLine="284"/>
            <w:rPr>
              <w:rFonts w:ascii="Times New Roman" w:hAnsi="Times New Roman"/>
              <w:color w:val="808080" w:themeColor="background1" w:themeShade="80"/>
              <w:sz w:val="20"/>
              <w:szCs w:val="20"/>
              <w:highlight w:val="lightGray"/>
            </w:rPr>
          </w:pPr>
          <w:r>
            <w:rPr>
              <w:rFonts w:ascii="Times New Roman" w:hAnsi="Times New Roman"/>
              <w:color w:val="808080" w:themeColor="background1" w:themeShade="80"/>
              <w:sz w:val="20"/>
              <w:szCs w:val="20"/>
              <w:highlight w:val="lightGray"/>
            </w:rPr>
            <w:t>Tarefa / Duração / Data</w:t>
          </w:r>
          <w:r w:rsidRPr="00F81B8C">
            <w:rPr>
              <w:rFonts w:ascii="Times New Roman" w:hAnsi="Times New Roman"/>
              <w:color w:val="808080" w:themeColor="background1" w:themeShade="80"/>
              <w:sz w:val="20"/>
              <w:szCs w:val="20"/>
              <w:highlight w:val="lightGray"/>
            </w:rPr>
            <w:t xml:space="preserve"> conclusão</w:t>
          </w:r>
        </w:p>
        <w:p w:rsidR="00FF2A31" w:rsidRDefault="00D47128">
          <w:pPr>
            <w:pStyle w:val="2DE0566CC6F443799F644EE68958F0D9"/>
          </w:pPr>
          <w:r w:rsidRPr="00B575EC">
            <w:rPr>
              <w:rFonts w:ascii="Times New Roman" w:hAnsi="Times New Roman" w:cs="Times New Roman"/>
              <w:color w:val="C00000"/>
              <w:sz w:val="20"/>
              <w:szCs w:val="20"/>
              <w:highlight w:val="lightGray"/>
            </w:rPr>
            <w:t>Importante: indique períodos previstos para estadia em Boticas</w:t>
          </w:r>
        </w:p>
      </w:docPartBody>
    </w:docPart>
    <w:docPart>
      <w:docPartPr>
        <w:name w:val="FEC5FC2BD7264E79A5DFC1FB64221E6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475A856-9E3B-4252-99EE-050926B272B7}"/>
      </w:docPartPr>
      <w:docPartBody>
        <w:p w:rsidR="005E5FBF" w:rsidRPr="00F81B8C" w:rsidRDefault="00D47128" w:rsidP="006C75B4">
          <w:pPr>
            <w:spacing w:after="0" w:line="240" w:lineRule="auto"/>
            <w:ind w:firstLine="284"/>
            <w:rPr>
              <w:rStyle w:val="TextodoMarcadordePosio"/>
              <w:color w:val="808080" w:themeColor="background1" w:themeShade="80"/>
              <w:highlight w:val="lightGray"/>
            </w:rPr>
          </w:pPr>
          <w:r w:rsidRPr="00F81B8C">
            <w:rPr>
              <w:rStyle w:val="TextodoMarcadordePosio"/>
              <w:color w:val="808080" w:themeColor="background1" w:themeShade="80"/>
              <w:highlight w:val="lightGray"/>
            </w:rPr>
            <w:t>Clique aqui para introduzir texto.</w:t>
          </w:r>
        </w:p>
        <w:p w:rsidR="00FF2A31" w:rsidRDefault="00D47128">
          <w:pPr>
            <w:pStyle w:val="FEC5FC2BD7264E79A5DFC1FB64221E66"/>
          </w:pPr>
          <w:r>
            <w:rPr>
              <w:rFonts w:ascii="Times New Roman" w:hAnsi="Times New Roman" w:cs="Times New Roman"/>
              <w:color w:val="808080" w:themeColor="background1" w:themeShade="80"/>
              <w:sz w:val="20"/>
              <w:szCs w:val="20"/>
              <w:highlight w:val="lightGray"/>
            </w:rPr>
            <w:t>Outros apoios de que beneficia ou pretende beneficiar para este projeto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128"/>
    <w:rsid w:val="0045557F"/>
    <w:rsid w:val="00A25375"/>
    <w:rsid w:val="00D47128"/>
    <w:rsid w:val="00D85187"/>
    <w:rsid w:val="00FF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Pr>
      <w:color w:val="808080"/>
    </w:rPr>
  </w:style>
  <w:style w:type="paragraph" w:customStyle="1" w:styleId="22E2615730B9458688D57B57AB784027">
    <w:name w:val="22E2615730B9458688D57B57AB784027"/>
  </w:style>
  <w:style w:type="paragraph" w:customStyle="1" w:styleId="B1012EF4B6614B1FBA412598C71773A9">
    <w:name w:val="B1012EF4B6614B1FBA412598C71773A9"/>
  </w:style>
  <w:style w:type="paragraph" w:customStyle="1" w:styleId="B7AAAD65A6B64F5B8D9E94DA6EDF4B76">
    <w:name w:val="B7AAAD65A6B64F5B8D9E94DA6EDF4B76"/>
  </w:style>
  <w:style w:type="paragraph" w:customStyle="1" w:styleId="BD8A9647A05A48B09CEB7898CCB63B0F">
    <w:name w:val="BD8A9647A05A48B09CEB7898CCB63B0F"/>
  </w:style>
  <w:style w:type="paragraph" w:customStyle="1" w:styleId="ABB06C59D0254F5BA171E33341C71D39">
    <w:name w:val="ABB06C59D0254F5BA171E33341C71D39"/>
  </w:style>
  <w:style w:type="paragraph" w:customStyle="1" w:styleId="9592BD0713C04BF89A643978715975EA">
    <w:name w:val="9592BD0713C04BF89A643978715975EA"/>
  </w:style>
  <w:style w:type="paragraph" w:customStyle="1" w:styleId="6DDA1E44408A45308DCDFF8397F34C38">
    <w:name w:val="6DDA1E44408A45308DCDFF8397F34C38"/>
  </w:style>
  <w:style w:type="paragraph" w:customStyle="1" w:styleId="E6FAA6C0B2B94D348450E0105FA0EE97">
    <w:name w:val="E6FAA6C0B2B94D348450E0105FA0EE97"/>
  </w:style>
  <w:style w:type="paragraph" w:customStyle="1" w:styleId="B8492ABAF4D64C75A06F9F684C0D9140">
    <w:name w:val="B8492ABAF4D64C75A06F9F684C0D9140"/>
  </w:style>
  <w:style w:type="paragraph" w:customStyle="1" w:styleId="A1BEBF7333F24E47B405FA81EF964BCB">
    <w:name w:val="A1BEBF7333F24E47B405FA81EF964BCB"/>
  </w:style>
  <w:style w:type="paragraph" w:customStyle="1" w:styleId="20BF0F36A851461DBB4A98C265A961D5">
    <w:name w:val="20BF0F36A851461DBB4A98C265A961D5"/>
  </w:style>
  <w:style w:type="paragraph" w:customStyle="1" w:styleId="5472D4DA6D24456BA77FCC7176659C6F">
    <w:name w:val="5472D4DA6D24456BA77FCC7176659C6F"/>
  </w:style>
  <w:style w:type="paragraph" w:customStyle="1" w:styleId="863067EABE7A49D4A021BB3DB22B9003">
    <w:name w:val="863067EABE7A49D4A021BB3DB22B9003"/>
  </w:style>
  <w:style w:type="paragraph" w:customStyle="1" w:styleId="AA17D319B3FD489A9B17A2E7C4F4946C">
    <w:name w:val="AA17D319B3FD489A9B17A2E7C4F4946C"/>
  </w:style>
  <w:style w:type="paragraph" w:customStyle="1" w:styleId="FCE315221B064726AF6A8A955294907C">
    <w:name w:val="FCE315221B064726AF6A8A955294907C"/>
  </w:style>
  <w:style w:type="paragraph" w:customStyle="1" w:styleId="2DE0566CC6F443799F644EE68958F0D9">
    <w:name w:val="2DE0566CC6F443799F644EE68958F0D9"/>
  </w:style>
  <w:style w:type="paragraph" w:customStyle="1" w:styleId="FEC5FC2BD7264E79A5DFC1FB64221E66">
    <w:name w:val="FEC5FC2BD7264E79A5DFC1FB64221E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Pr>
      <w:color w:val="808080"/>
    </w:rPr>
  </w:style>
  <w:style w:type="paragraph" w:customStyle="1" w:styleId="22E2615730B9458688D57B57AB784027">
    <w:name w:val="22E2615730B9458688D57B57AB784027"/>
  </w:style>
  <w:style w:type="paragraph" w:customStyle="1" w:styleId="B1012EF4B6614B1FBA412598C71773A9">
    <w:name w:val="B1012EF4B6614B1FBA412598C71773A9"/>
  </w:style>
  <w:style w:type="paragraph" w:customStyle="1" w:styleId="B7AAAD65A6B64F5B8D9E94DA6EDF4B76">
    <w:name w:val="B7AAAD65A6B64F5B8D9E94DA6EDF4B76"/>
  </w:style>
  <w:style w:type="paragraph" w:customStyle="1" w:styleId="BD8A9647A05A48B09CEB7898CCB63B0F">
    <w:name w:val="BD8A9647A05A48B09CEB7898CCB63B0F"/>
  </w:style>
  <w:style w:type="paragraph" w:customStyle="1" w:styleId="ABB06C59D0254F5BA171E33341C71D39">
    <w:name w:val="ABB06C59D0254F5BA171E33341C71D39"/>
  </w:style>
  <w:style w:type="paragraph" w:customStyle="1" w:styleId="9592BD0713C04BF89A643978715975EA">
    <w:name w:val="9592BD0713C04BF89A643978715975EA"/>
  </w:style>
  <w:style w:type="paragraph" w:customStyle="1" w:styleId="6DDA1E44408A45308DCDFF8397F34C38">
    <w:name w:val="6DDA1E44408A45308DCDFF8397F34C38"/>
  </w:style>
  <w:style w:type="paragraph" w:customStyle="1" w:styleId="E6FAA6C0B2B94D348450E0105FA0EE97">
    <w:name w:val="E6FAA6C0B2B94D348450E0105FA0EE97"/>
  </w:style>
  <w:style w:type="paragraph" w:customStyle="1" w:styleId="B8492ABAF4D64C75A06F9F684C0D9140">
    <w:name w:val="B8492ABAF4D64C75A06F9F684C0D9140"/>
  </w:style>
  <w:style w:type="paragraph" w:customStyle="1" w:styleId="A1BEBF7333F24E47B405FA81EF964BCB">
    <w:name w:val="A1BEBF7333F24E47B405FA81EF964BCB"/>
  </w:style>
  <w:style w:type="paragraph" w:customStyle="1" w:styleId="20BF0F36A851461DBB4A98C265A961D5">
    <w:name w:val="20BF0F36A851461DBB4A98C265A961D5"/>
  </w:style>
  <w:style w:type="paragraph" w:customStyle="1" w:styleId="5472D4DA6D24456BA77FCC7176659C6F">
    <w:name w:val="5472D4DA6D24456BA77FCC7176659C6F"/>
  </w:style>
  <w:style w:type="paragraph" w:customStyle="1" w:styleId="863067EABE7A49D4A021BB3DB22B9003">
    <w:name w:val="863067EABE7A49D4A021BB3DB22B9003"/>
  </w:style>
  <w:style w:type="paragraph" w:customStyle="1" w:styleId="AA17D319B3FD489A9B17A2E7C4F4946C">
    <w:name w:val="AA17D319B3FD489A9B17A2E7C4F4946C"/>
  </w:style>
  <w:style w:type="paragraph" w:customStyle="1" w:styleId="FCE315221B064726AF6A8A955294907C">
    <w:name w:val="FCE315221B064726AF6A8A955294907C"/>
  </w:style>
  <w:style w:type="paragraph" w:customStyle="1" w:styleId="2DE0566CC6F443799F644EE68958F0D9">
    <w:name w:val="2DE0566CC6F443799F644EE68958F0D9"/>
  </w:style>
  <w:style w:type="paragraph" w:customStyle="1" w:styleId="FEC5FC2BD7264E79A5DFC1FB64221E66">
    <w:name w:val="FEC5FC2BD7264E79A5DFC1FB64221E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2E437-F636-4CCF-8CDE-BA3FA030D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formulário_bolsaMB-UM</Template>
  <TotalTime>1</TotalTime>
  <Pages>2</Pages>
  <Words>403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LuísFontes</dc:creator>
  <cp:lastModifiedBy>Guilhermina Bonjardim</cp:lastModifiedBy>
  <cp:revision>2</cp:revision>
  <cp:lastPrinted>2013-09-08T19:18:00Z</cp:lastPrinted>
  <dcterms:created xsi:type="dcterms:W3CDTF">2013-10-10T15:17:00Z</dcterms:created>
  <dcterms:modified xsi:type="dcterms:W3CDTF">2013-10-10T15:17:00Z</dcterms:modified>
</cp:coreProperties>
</file>